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60" w:type="dxa"/>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4"/>
        <w:gridCol w:w="7916"/>
      </w:tblGrid>
      <w:tr w:rsidR="00B75608" w:rsidTr="00ED6441">
        <w:trPr>
          <w:trHeight w:val="1263"/>
          <w:jc w:val="center"/>
        </w:trPr>
        <w:tc>
          <w:tcPr>
            <w:tcW w:w="1444" w:type="dxa"/>
            <w:vMerge w:val="restart"/>
          </w:tcPr>
          <w:p w:rsidR="00B75608" w:rsidRDefault="00260559" w:rsidP="00314E74">
            <w:pPr>
              <w:tabs>
                <w:tab w:val="left" w:pos="5040"/>
                <w:tab w:val="left" w:pos="7920"/>
                <w:tab w:val="right" w:pos="9360"/>
              </w:tabs>
              <w:jc w:val="center"/>
              <w:rPr>
                <w:sz w:val="24"/>
                <w:szCs w:val="24"/>
              </w:rPr>
            </w:pPr>
            <w:r>
              <w:rPr>
                <w:noProof/>
              </w:rPr>
              <w:drawing>
                <wp:anchor distT="0" distB="0" distL="114300" distR="114300" simplePos="0" relativeHeight="251659264" behindDoc="1" locked="0" layoutInCell="1" allowOverlap="1" wp14:anchorId="18FED946" wp14:editId="03E21006">
                  <wp:simplePos x="0" y="0"/>
                  <wp:positionH relativeFrom="column">
                    <wp:posOffset>-1905</wp:posOffset>
                  </wp:positionH>
                  <wp:positionV relativeFrom="paragraph">
                    <wp:posOffset>0</wp:posOffset>
                  </wp:positionV>
                  <wp:extent cx="987552" cy="987552"/>
                  <wp:effectExtent l="0" t="0" r="3175" b="3175"/>
                  <wp:wrapNone/>
                  <wp:docPr id="1" name="Picture 1" descr="Justice Detai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stice Detai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7552" cy="98755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16" w:type="dxa"/>
          </w:tcPr>
          <w:p w:rsidR="00B75608" w:rsidRDefault="00260559" w:rsidP="00314E74">
            <w:pPr>
              <w:tabs>
                <w:tab w:val="left" w:pos="5040"/>
                <w:tab w:val="left" w:pos="7920"/>
                <w:tab w:val="right" w:pos="9360"/>
              </w:tabs>
              <w:rPr>
                <w:sz w:val="24"/>
                <w:szCs w:val="24"/>
              </w:rPr>
            </w:pPr>
            <w:r>
              <w:rPr>
                <w:rFonts w:ascii="Arial" w:hAnsi="Arial" w:cs="Arial"/>
                <w:noProof/>
              </w:rPr>
              <w:drawing>
                <wp:anchor distT="0" distB="0" distL="114300" distR="114300" simplePos="0" relativeHeight="251658240" behindDoc="0" locked="0" layoutInCell="1" allowOverlap="1" wp14:anchorId="128D757F" wp14:editId="57E14F45">
                  <wp:simplePos x="0" y="0"/>
                  <wp:positionH relativeFrom="column">
                    <wp:posOffset>194310</wp:posOffset>
                  </wp:positionH>
                  <wp:positionV relativeFrom="paragraph">
                    <wp:posOffset>0</wp:posOffset>
                  </wp:positionV>
                  <wp:extent cx="4476750" cy="7905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0" cy="790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75608" w:rsidTr="00ED6441">
        <w:trPr>
          <w:trHeight w:val="810"/>
          <w:jc w:val="center"/>
        </w:trPr>
        <w:tc>
          <w:tcPr>
            <w:tcW w:w="1444" w:type="dxa"/>
            <w:vMerge/>
            <w:tcBorders>
              <w:bottom w:val="single" w:sz="4" w:space="0" w:color="auto"/>
            </w:tcBorders>
          </w:tcPr>
          <w:p w:rsidR="00B75608" w:rsidRDefault="00B75608" w:rsidP="00314E74">
            <w:pPr>
              <w:tabs>
                <w:tab w:val="left" w:pos="5040"/>
                <w:tab w:val="left" w:pos="7920"/>
                <w:tab w:val="right" w:pos="9360"/>
              </w:tabs>
              <w:rPr>
                <w:sz w:val="24"/>
                <w:szCs w:val="24"/>
              </w:rPr>
            </w:pPr>
          </w:p>
        </w:tc>
        <w:tc>
          <w:tcPr>
            <w:tcW w:w="7916" w:type="dxa"/>
            <w:tcBorders>
              <w:bottom w:val="single" w:sz="4" w:space="0" w:color="auto"/>
            </w:tcBorders>
          </w:tcPr>
          <w:p w:rsidR="00616511" w:rsidRPr="00700531" w:rsidRDefault="00616511" w:rsidP="00616511">
            <w:pPr>
              <w:tabs>
                <w:tab w:val="left" w:pos="5040"/>
              </w:tabs>
              <w:jc w:val="center"/>
              <w:rPr>
                <w:rFonts w:ascii="Century Gothic" w:hAnsi="Century Gothic"/>
                <w:b/>
                <w:iCs/>
                <w:sz w:val="28"/>
                <w:szCs w:val="28"/>
              </w:rPr>
            </w:pPr>
            <w:r>
              <w:rPr>
                <w:rFonts w:ascii="Century Gothic" w:hAnsi="Century Gothic"/>
                <w:b/>
                <w:iCs/>
                <w:sz w:val="28"/>
                <w:szCs w:val="28"/>
              </w:rPr>
              <w:t xml:space="preserve">Office of the </w:t>
            </w:r>
            <w:r w:rsidRPr="00700531">
              <w:rPr>
                <w:rFonts w:ascii="Century Gothic" w:hAnsi="Century Gothic"/>
                <w:b/>
                <w:iCs/>
                <w:sz w:val="28"/>
                <w:szCs w:val="28"/>
              </w:rPr>
              <w:t>United States Attorney</w:t>
            </w:r>
          </w:p>
          <w:p w:rsidR="00616511" w:rsidRDefault="00616511" w:rsidP="00616511">
            <w:pPr>
              <w:tabs>
                <w:tab w:val="left" w:pos="5040"/>
              </w:tabs>
              <w:jc w:val="center"/>
              <w:rPr>
                <w:rFonts w:ascii="Century Gothic" w:hAnsi="Century Gothic"/>
                <w:b/>
                <w:iCs/>
                <w:sz w:val="28"/>
                <w:szCs w:val="28"/>
              </w:rPr>
            </w:pPr>
            <w:r w:rsidRPr="00700531">
              <w:rPr>
                <w:rFonts w:ascii="Century Gothic" w:hAnsi="Century Gothic"/>
                <w:b/>
                <w:iCs/>
                <w:sz w:val="28"/>
                <w:szCs w:val="28"/>
              </w:rPr>
              <w:t>Eastern District of California</w:t>
            </w:r>
          </w:p>
          <w:p w:rsidR="00B75608" w:rsidRPr="00B75608" w:rsidRDefault="00B75608" w:rsidP="00616511">
            <w:pPr>
              <w:tabs>
                <w:tab w:val="left" w:pos="5040"/>
              </w:tabs>
              <w:jc w:val="center"/>
              <w:rPr>
                <w:b/>
                <w:iCs/>
                <w:sz w:val="28"/>
                <w:szCs w:val="28"/>
              </w:rPr>
            </w:pPr>
            <w:r w:rsidRPr="00700531">
              <w:rPr>
                <w:rFonts w:ascii="Century Gothic" w:hAnsi="Century Gothic"/>
                <w:b/>
                <w:iCs/>
                <w:sz w:val="28"/>
                <w:szCs w:val="28"/>
              </w:rPr>
              <w:t>United States Attorney Benjamin B. Wagner</w:t>
            </w:r>
          </w:p>
        </w:tc>
      </w:tr>
      <w:tr w:rsidR="00BD7A20" w:rsidTr="00ED6441">
        <w:trPr>
          <w:trHeight w:val="633"/>
          <w:jc w:val="center"/>
        </w:trPr>
        <w:tc>
          <w:tcPr>
            <w:tcW w:w="9360" w:type="dxa"/>
            <w:gridSpan w:val="2"/>
            <w:tcBorders>
              <w:top w:val="single" w:sz="4" w:space="0" w:color="auto"/>
              <w:bottom w:val="nil"/>
            </w:tcBorders>
          </w:tcPr>
          <w:p w:rsidR="00BD7A20" w:rsidRPr="00B63BFD" w:rsidRDefault="00BD7A20" w:rsidP="00ED6441">
            <w:pPr>
              <w:pStyle w:val="APRHeader"/>
              <w:tabs>
                <w:tab w:val="right" w:pos="9360"/>
              </w:tabs>
              <w:spacing w:before="60"/>
            </w:pPr>
            <w:r w:rsidRPr="00B63BFD">
              <w:t>FOR IMMEDIATE RELEASE</w:t>
            </w:r>
            <w:r w:rsidRPr="00B63BFD">
              <w:tab/>
              <w:t>CONTACT: LAUREN HORWOOD</w:t>
            </w:r>
          </w:p>
          <w:p w:rsidR="00BD7A20" w:rsidRPr="00B63BFD" w:rsidRDefault="003E57B6" w:rsidP="00BD7A20">
            <w:pPr>
              <w:pStyle w:val="APRHeader"/>
              <w:tabs>
                <w:tab w:val="right" w:pos="9360"/>
              </w:tabs>
            </w:pPr>
            <w:r>
              <w:t>Tuesday, May 12</w:t>
            </w:r>
            <w:r w:rsidR="000219A4">
              <w:t>, 2015</w:t>
            </w:r>
            <w:r w:rsidR="00BD7A20" w:rsidRPr="00B63BFD">
              <w:tab/>
              <w:t>PHONE: 916-554-2706</w:t>
            </w:r>
          </w:p>
          <w:p w:rsidR="00BD7A20" w:rsidRPr="00B63BFD" w:rsidRDefault="00BD7A20" w:rsidP="00BD7A20">
            <w:pPr>
              <w:pStyle w:val="APRHeader"/>
              <w:tabs>
                <w:tab w:val="right" w:pos="9360"/>
              </w:tabs>
              <w:rPr>
                <w:i/>
              </w:rPr>
            </w:pPr>
            <w:r w:rsidRPr="00B63BFD">
              <w:rPr>
                <w:i/>
              </w:rPr>
              <w:t>www.justice.gov/usao/cae</w:t>
            </w:r>
            <w:r w:rsidRPr="00B63BFD">
              <w:rPr>
                <w:i/>
              </w:rPr>
              <w:tab/>
              <w:t>usacae.edcapress@usdoj.gov</w:t>
            </w:r>
          </w:p>
          <w:p w:rsidR="00BD7A20" w:rsidRPr="00BD7A20" w:rsidRDefault="00BD7A20" w:rsidP="006B717B">
            <w:pPr>
              <w:pStyle w:val="APRHeader"/>
              <w:tabs>
                <w:tab w:val="right" w:pos="9360"/>
              </w:tabs>
            </w:pPr>
            <w:r w:rsidRPr="00B63BFD">
              <w:t>Docket #:</w:t>
            </w:r>
            <w:r w:rsidR="000219A4">
              <w:t xml:space="preserve"> 1:14-cr-</w:t>
            </w:r>
            <w:r w:rsidR="000219A4" w:rsidRPr="000219A4">
              <w:t>048-LJO</w:t>
            </w:r>
          </w:p>
        </w:tc>
      </w:tr>
    </w:tbl>
    <w:p w:rsidR="00A8364F" w:rsidRDefault="000219A4" w:rsidP="00ED6441">
      <w:pPr>
        <w:pStyle w:val="APRTitle"/>
      </w:pPr>
      <w:r>
        <w:t xml:space="preserve">GUILTY </w:t>
      </w:r>
      <w:r w:rsidR="001851E9">
        <w:t xml:space="preserve">PLEAS </w:t>
      </w:r>
      <w:r>
        <w:t>IN BAKERSFIELD DRUG DISTRIBUTION RING</w:t>
      </w:r>
    </w:p>
    <w:p w:rsidR="00ED6441" w:rsidRDefault="00ED6441" w:rsidP="00A3289D">
      <w:pPr>
        <w:pStyle w:val="APRText"/>
      </w:pPr>
    </w:p>
    <w:p w:rsidR="000219A4" w:rsidRDefault="000219A4" w:rsidP="000219A4">
      <w:pPr>
        <w:pStyle w:val="APRText"/>
      </w:pPr>
      <w:r>
        <w:t xml:space="preserve">FRESNO, Calif. —Arnoldo Delgado Garcia </w:t>
      </w:r>
      <w:r w:rsidR="001851E9">
        <w:t>(Delgado)</w:t>
      </w:r>
      <w:r>
        <w:t>, aka Fabricio Rene Delgado-Perea, 35, a Mexican national</w:t>
      </w:r>
      <w:r w:rsidR="001851E9">
        <w:t>,</w:t>
      </w:r>
      <w:r w:rsidR="003E57B6">
        <w:t xml:space="preserve"> pleaded guilty on Mon</w:t>
      </w:r>
      <w:r>
        <w:t>day to conspiring to distribute and possess with intent to distribute methamphetamine and heroin, and in the same case Erik Gesus Rivera, 28, of Bakersfield, pleaded guilty to possession with intent to distribute methamphetamine, United States Attorney Benjamin B. Wagner announced.</w:t>
      </w:r>
    </w:p>
    <w:p w:rsidR="000219A4" w:rsidRDefault="000219A4" w:rsidP="000219A4">
      <w:pPr>
        <w:pStyle w:val="APRText"/>
      </w:pPr>
    </w:p>
    <w:p w:rsidR="000219A4" w:rsidRDefault="000219A4" w:rsidP="000219A4">
      <w:pPr>
        <w:pStyle w:val="APRText"/>
      </w:pPr>
      <w:r>
        <w:t xml:space="preserve">According to court documents, from May 2013 through January 2014, Delgado </w:t>
      </w:r>
      <w:r w:rsidR="001851E9">
        <w:t xml:space="preserve">and Rivera </w:t>
      </w:r>
      <w:r>
        <w:t>regularly distributed methamphetamine and heroin to various drug dealers and users in Kern County. During this time period, Delgado admitted that he distributed between 15 and 45 kilograms of methamphetamine and</w:t>
      </w:r>
      <w:bookmarkStart w:id="0" w:name="_GoBack"/>
      <w:bookmarkEnd w:id="0"/>
      <w:r>
        <w:t xml:space="preserve"> over 1,000 grams of a mixture or substance containing a detectable amount of heroin. </w:t>
      </w:r>
      <w:r w:rsidR="001851E9">
        <w:t>Rivera admitted in his plea agreement that he was involved in the distribution of between 15 and 45 kilograms of methamphetamine, and on January 29, 2014, he was found to be in possession of over a pound of crystal methamphetamine and several ounces of heroin that were intended for distribution. According to the plea agreement,</w:t>
      </w:r>
      <w:r w:rsidR="00380091">
        <w:t xml:space="preserve"> </w:t>
      </w:r>
      <w:r w:rsidR="001851E9">
        <w:t xml:space="preserve">Delgado was the supplier for </w:t>
      </w:r>
      <w:r w:rsidR="005313BF">
        <w:t xml:space="preserve">co-conspirator Jose Cruz, 28, </w:t>
      </w:r>
      <w:r>
        <w:t>of Bakersfield</w:t>
      </w:r>
      <w:r w:rsidR="001851E9">
        <w:t>.</w:t>
      </w:r>
      <w:r>
        <w:t xml:space="preserve"> </w:t>
      </w:r>
      <w:r w:rsidR="001851E9">
        <w:t xml:space="preserve">On April 27, 2015, Cruz </w:t>
      </w:r>
      <w:r>
        <w:t xml:space="preserve">pleaded guilty to the </w:t>
      </w:r>
      <w:r w:rsidR="001851E9">
        <w:t>conspiracy</w:t>
      </w:r>
      <w:r>
        <w:t xml:space="preserve"> charge. </w:t>
      </w:r>
    </w:p>
    <w:p w:rsidR="000219A4" w:rsidRDefault="000219A4" w:rsidP="000219A4">
      <w:pPr>
        <w:pStyle w:val="APRText"/>
      </w:pPr>
    </w:p>
    <w:p w:rsidR="000219A4" w:rsidRDefault="000219A4" w:rsidP="000219A4">
      <w:pPr>
        <w:pStyle w:val="APRText"/>
      </w:pPr>
      <w:r>
        <w:t>This case is the product of an Organized Crime Drug Enforcement Task Force (OCDETF) investigation by U.S. Immigration and Customs Enforcement’s (ICE) Homeland Security Investigations (HSI), the Drug Enforcement Administration, Kern County Sheriff’s Office, and the Southern Tri-County High Intensity Drug Trafficking Area Task Force. Assistant United States Attorney Brian K. Delaney is prosecuting the case.</w:t>
      </w:r>
    </w:p>
    <w:p w:rsidR="000219A4" w:rsidRDefault="000219A4" w:rsidP="000219A4">
      <w:pPr>
        <w:pStyle w:val="APRText"/>
      </w:pPr>
    </w:p>
    <w:p w:rsidR="00ED6441" w:rsidRDefault="000219A4" w:rsidP="000219A4">
      <w:pPr>
        <w:pStyle w:val="APRText"/>
      </w:pPr>
      <w:r>
        <w:t>Cruz is scheduled to be sentenced by United States District Judge Lawrence J. O'Neill on July 20, 2015. Delgado and Rivera are sch</w:t>
      </w:r>
      <w:r w:rsidR="00114C3E">
        <w:t>eduled to be sentenced by Judge</w:t>
      </w:r>
      <w:r>
        <w:t xml:space="preserve"> O'Neill on August 3, 2015. Cruz and Delgado face a maximum statutory penalty of life in prison and a $10 million fine. Rivera faces a maximum statutory penalty of 40 years in prison and a $5 million fine. The actual sentences, however, will be determined at the discretion of the court after consideration of any applicable statutory factors and the Federal Sentencing Guidelines, which take into account a number of variables.</w:t>
      </w:r>
    </w:p>
    <w:p w:rsidR="000219A4" w:rsidRDefault="000219A4" w:rsidP="000219A4">
      <w:pPr>
        <w:pStyle w:val="APRText"/>
      </w:pPr>
    </w:p>
    <w:p w:rsidR="00B63BFD" w:rsidRPr="00D449CB" w:rsidRDefault="00D449CB" w:rsidP="00B63BFD">
      <w:pPr>
        <w:pStyle w:val="NormalWeb"/>
        <w:tabs>
          <w:tab w:val="right" w:pos="9360"/>
        </w:tabs>
        <w:spacing w:before="0" w:beforeAutospacing="0" w:after="0" w:afterAutospacing="0" w:line="288" w:lineRule="auto"/>
        <w:rPr>
          <w:rFonts w:ascii="Verdana" w:eastAsia="Times New Roman" w:hAnsi="Verdana"/>
          <w:sz w:val="20"/>
          <w:szCs w:val="20"/>
        </w:rPr>
      </w:pPr>
      <w:r>
        <w:rPr>
          <w:rFonts w:ascii="Verdana" w:eastAsia="Times New Roman" w:hAnsi="Verdana"/>
          <w:sz w:val="20"/>
          <w:szCs w:val="20"/>
        </w:rPr>
        <w:t>###</w:t>
      </w:r>
      <w:r w:rsidR="003500BB" w:rsidRPr="00D449CB">
        <w:rPr>
          <w:rFonts w:ascii="Verdana" w:eastAsia="Times New Roman" w:hAnsi="Verdana"/>
          <w:sz w:val="20"/>
          <w:szCs w:val="20"/>
        </w:rPr>
        <w:t>#</w:t>
      </w:r>
    </w:p>
    <w:sectPr w:rsidR="00B63BFD" w:rsidRPr="00D449CB" w:rsidSect="000A598D">
      <w:headerReference w:type="default" r:id="rId10"/>
      <w:pgSz w:w="12240" w:h="15840"/>
      <w:pgMar w:top="720" w:right="1440" w:bottom="1440" w:left="1440" w:header="432"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9A4" w:rsidRDefault="000219A4" w:rsidP="006F440B">
      <w:r>
        <w:separator/>
      </w:r>
    </w:p>
  </w:endnote>
  <w:endnote w:type="continuationSeparator" w:id="0">
    <w:p w:rsidR="000219A4" w:rsidRDefault="000219A4" w:rsidP="006F4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altName w:val="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9A4" w:rsidRDefault="000219A4" w:rsidP="006F440B">
      <w:r>
        <w:separator/>
      </w:r>
    </w:p>
  </w:footnote>
  <w:footnote w:type="continuationSeparator" w:id="0">
    <w:p w:rsidR="000219A4" w:rsidRDefault="000219A4" w:rsidP="006F4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6F440B" w:rsidRDefault="006F440B">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6B717B">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851E9">
          <w:rPr>
            <w:b/>
            <w:bCs/>
            <w:noProof/>
          </w:rPr>
          <w:t>1</w:t>
        </w:r>
        <w:r>
          <w:rPr>
            <w:b/>
            <w:bCs/>
            <w:sz w:val="24"/>
            <w:szCs w:val="24"/>
          </w:rPr>
          <w:fldChar w:fldCharType="end"/>
        </w:r>
      </w:p>
    </w:sdtContent>
  </w:sdt>
  <w:p w:rsidR="006F440B" w:rsidRDefault="006F44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B94CF08"/>
    <w:lvl w:ilvl="0">
      <w:start w:val="1"/>
      <w:numFmt w:val="upperRoman"/>
      <w:pStyle w:val="Heading1"/>
      <w:lvlText w:val="%1"/>
      <w:legacy w:legacy="1" w:legacySpace="0" w:legacyIndent="0"/>
      <w:lvlJc w:val="center"/>
      <w:rPr>
        <w:b/>
        <w:i w:val="0"/>
      </w:rPr>
    </w:lvl>
    <w:lvl w:ilvl="1">
      <w:start w:val="1"/>
      <w:numFmt w:val="upperLetter"/>
      <w:pStyle w:val="Heading2"/>
      <w:lvlText w:val="%2."/>
      <w:legacy w:legacy="1" w:legacySpace="0" w:legacyIndent="720"/>
      <w:lvlJc w:val="left"/>
      <w:pPr>
        <w:ind w:left="720" w:hanging="720"/>
      </w:pPr>
      <w:rPr>
        <w:b/>
        <w:i w:val="0"/>
      </w:rPr>
    </w:lvl>
    <w:lvl w:ilvl="2">
      <w:start w:val="1"/>
      <w:numFmt w:val="decimal"/>
      <w:pStyle w:val="Heading3"/>
      <w:lvlText w:val="%3."/>
      <w:legacy w:legacy="1" w:legacySpace="0" w:legacyIndent="720"/>
      <w:lvlJc w:val="left"/>
      <w:pPr>
        <w:ind w:left="1440" w:hanging="720"/>
      </w:pPr>
      <w:rPr>
        <w:b/>
        <w:i w:val="0"/>
      </w:rPr>
    </w:lvl>
    <w:lvl w:ilvl="3">
      <w:start w:val="1"/>
      <w:numFmt w:val="lowerLetter"/>
      <w:pStyle w:val="Heading4"/>
      <w:lvlText w:val="%4)"/>
      <w:legacy w:legacy="1" w:legacySpace="0" w:legacyIndent="720"/>
      <w:lvlJc w:val="left"/>
      <w:pPr>
        <w:ind w:left="2160" w:hanging="720"/>
      </w:pPr>
      <w:rPr>
        <w:b/>
        <w:i w:val="0"/>
      </w:rPr>
    </w:lvl>
    <w:lvl w:ilvl="4">
      <w:start w:val="1"/>
      <w:numFmt w:val="decimal"/>
      <w:pStyle w:val="Heading5"/>
      <w:lvlText w:val="(%5)"/>
      <w:legacy w:legacy="1" w:legacySpace="0" w:legacyIndent="720"/>
      <w:lvlJc w:val="left"/>
      <w:pPr>
        <w:ind w:left="2880" w:hanging="720"/>
      </w:pPr>
      <w:rPr>
        <w:b/>
        <w:i w:val="0"/>
      </w:rPr>
    </w:lvl>
    <w:lvl w:ilvl="5">
      <w:start w:val="1"/>
      <w:numFmt w:val="lowerLetter"/>
      <w:pStyle w:val="Heading6"/>
      <w:lvlText w:val="(%6)"/>
      <w:legacy w:legacy="1" w:legacySpace="0" w:legacyIndent="720"/>
      <w:lvlJc w:val="left"/>
      <w:pPr>
        <w:ind w:left="3600" w:hanging="720"/>
      </w:pPr>
      <w:rPr>
        <w:b/>
        <w:i w:val="0"/>
      </w:rPr>
    </w:lvl>
    <w:lvl w:ilvl="6">
      <w:start w:val="1"/>
      <w:numFmt w:val="lowerRoman"/>
      <w:pStyle w:val="Heading7"/>
      <w:lvlText w:val="(%7)"/>
      <w:legacy w:legacy="1" w:legacySpace="0" w:legacyIndent="720"/>
      <w:lvlJc w:val="left"/>
      <w:pPr>
        <w:ind w:left="4320" w:hanging="720"/>
      </w:pPr>
      <w:rPr>
        <w:b/>
        <w:i w:val="0"/>
      </w:rPr>
    </w:lvl>
    <w:lvl w:ilvl="7">
      <w:start w:val="1"/>
      <w:numFmt w:val="lowerLetter"/>
      <w:pStyle w:val="Heading8"/>
      <w:lvlText w:val="(%8)"/>
      <w:legacy w:legacy="1" w:legacySpace="0" w:legacyIndent="720"/>
      <w:lvlJc w:val="left"/>
      <w:pPr>
        <w:ind w:left="5040" w:hanging="720"/>
      </w:pPr>
      <w:rPr>
        <w:b/>
        <w:i w:val="0"/>
      </w:rPr>
    </w:lvl>
    <w:lvl w:ilvl="8">
      <w:start w:val="1"/>
      <w:numFmt w:val="lowerRoman"/>
      <w:pStyle w:val="Heading9"/>
      <w:lvlText w:val="(%9)"/>
      <w:legacy w:legacy="1" w:legacySpace="0" w:legacyIndent="720"/>
      <w:lvlJc w:val="left"/>
      <w:pPr>
        <w:ind w:left="5760" w:hanging="720"/>
      </w:pPr>
      <w:rPr>
        <w:b/>
        <w:i w:val="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F0BA4308-4280-47ED-BDBF-F2EEF6B70BA3}"/>
  </w:docVars>
  <w:rsids>
    <w:rsidRoot w:val="000219A4"/>
    <w:rsid w:val="000131F7"/>
    <w:rsid w:val="00016AB9"/>
    <w:rsid w:val="00016F7E"/>
    <w:rsid w:val="00020C11"/>
    <w:rsid w:val="000219A4"/>
    <w:rsid w:val="00025F06"/>
    <w:rsid w:val="00032257"/>
    <w:rsid w:val="00036BD6"/>
    <w:rsid w:val="000370B6"/>
    <w:rsid w:val="00052778"/>
    <w:rsid w:val="0006781B"/>
    <w:rsid w:val="000735D6"/>
    <w:rsid w:val="00096D7F"/>
    <w:rsid w:val="000A598D"/>
    <w:rsid w:val="000A7E5B"/>
    <w:rsid w:val="000B02AA"/>
    <w:rsid w:val="000C3039"/>
    <w:rsid w:val="000C3A17"/>
    <w:rsid w:val="00103258"/>
    <w:rsid w:val="0010559C"/>
    <w:rsid w:val="00107F40"/>
    <w:rsid w:val="00114C3E"/>
    <w:rsid w:val="001318F8"/>
    <w:rsid w:val="001474FF"/>
    <w:rsid w:val="00164616"/>
    <w:rsid w:val="001711AD"/>
    <w:rsid w:val="00183D33"/>
    <w:rsid w:val="00184A97"/>
    <w:rsid w:val="001851E9"/>
    <w:rsid w:val="001861FD"/>
    <w:rsid w:val="001871B1"/>
    <w:rsid w:val="001A04DE"/>
    <w:rsid w:val="001B7BD4"/>
    <w:rsid w:val="001C7AFC"/>
    <w:rsid w:val="001D51A3"/>
    <w:rsid w:val="001F6277"/>
    <w:rsid w:val="00201828"/>
    <w:rsid w:val="00221C30"/>
    <w:rsid w:val="002275CE"/>
    <w:rsid w:val="00235ACE"/>
    <w:rsid w:val="00243133"/>
    <w:rsid w:val="00254F7E"/>
    <w:rsid w:val="00260559"/>
    <w:rsid w:val="002761C9"/>
    <w:rsid w:val="00297396"/>
    <w:rsid w:val="002B1038"/>
    <w:rsid w:val="002D4403"/>
    <w:rsid w:val="002D75A6"/>
    <w:rsid w:val="002E00E5"/>
    <w:rsid w:val="00304E4F"/>
    <w:rsid w:val="00314E74"/>
    <w:rsid w:val="00334C16"/>
    <w:rsid w:val="003363B7"/>
    <w:rsid w:val="003407B7"/>
    <w:rsid w:val="003500BB"/>
    <w:rsid w:val="00365A07"/>
    <w:rsid w:val="00370510"/>
    <w:rsid w:val="00371260"/>
    <w:rsid w:val="00380091"/>
    <w:rsid w:val="003866F2"/>
    <w:rsid w:val="00390346"/>
    <w:rsid w:val="00394840"/>
    <w:rsid w:val="0039665C"/>
    <w:rsid w:val="003A2C3A"/>
    <w:rsid w:val="003D13F9"/>
    <w:rsid w:val="003E3BD0"/>
    <w:rsid w:val="003E57B6"/>
    <w:rsid w:val="0040017A"/>
    <w:rsid w:val="004030BD"/>
    <w:rsid w:val="004044AD"/>
    <w:rsid w:val="004422CF"/>
    <w:rsid w:val="00450FFD"/>
    <w:rsid w:val="00466ED7"/>
    <w:rsid w:val="00480346"/>
    <w:rsid w:val="004B0337"/>
    <w:rsid w:val="004B5607"/>
    <w:rsid w:val="004D1677"/>
    <w:rsid w:val="004D63F6"/>
    <w:rsid w:val="004F0530"/>
    <w:rsid w:val="00501EB2"/>
    <w:rsid w:val="005068B1"/>
    <w:rsid w:val="0051573F"/>
    <w:rsid w:val="005302F3"/>
    <w:rsid w:val="005313BF"/>
    <w:rsid w:val="005456B6"/>
    <w:rsid w:val="005512C1"/>
    <w:rsid w:val="0055733D"/>
    <w:rsid w:val="005612C2"/>
    <w:rsid w:val="00566A69"/>
    <w:rsid w:val="00574B0D"/>
    <w:rsid w:val="0057635B"/>
    <w:rsid w:val="00584438"/>
    <w:rsid w:val="005868FC"/>
    <w:rsid w:val="005A3004"/>
    <w:rsid w:val="005A6817"/>
    <w:rsid w:val="005C51AA"/>
    <w:rsid w:val="005D5255"/>
    <w:rsid w:val="005D57F1"/>
    <w:rsid w:val="005E64C1"/>
    <w:rsid w:val="005F0FEC"/>
    <w:rsid w:val="00606CC6"/>
    <w:rsid w:val="00607D78"/>
    <w:rsid w:val="006146D9"/>
    <w:rsid w:val="00616511"/>
    <w:rsid w:val="00620871"/>
    <w:rsid w:val="00622808"/>
    <w:rsid w:val="006237CC"/>
    <w:rsid w:val="006332B0"/>
    <w:rsid w:val="006351A2"/>
    <w:rsid w:val="00635EBA"/>
    <w:rsid w:val="00637480"/>
    <w:rsid w:val="00663BEA"/>
    <w:rsid w:val="00674886"/>
    <w:rsid w:val="00677BCD"/>
    <w:rsid w:val="00682CA0"/>
    <w:rsid w:val="00694EE4"/>
    <w:rsid w:val="006A40C7"/>
    <w:rsid w:val="006B717B"/>
    <w:rsid w:val="006C433E"/>
    <w:rsid w:val="006C7828"/>
    <w:rsid w:val="006D2E93"/>
    <w:rsid w:val="006D4C58"/>
    <w:rsid w:val="006E4094"/>
    <w:rsid w:val="006E6365"/>
    <w:rsid w:val="006F1EEA"/>
    <w:rsid w:val="006F440B"/>
    <w:rsid w:val="006F7F71"/>
    <w:rsid w:val="00700531"/>
    <w:rsid w:val="0072625B"/>
    <w:rsid w:val="0073075B"/>
    <w:rsid w:val="007314CF"/>
    <w:rsid w:val="00743C5A"/>
    <w:rsid w:val="0076034E"/>
    <w:rsid w:val="00773CB7"/>
    <w:rsid w:val="00782851"/>
    <w:rsid w:val="0078431D"/>
    <w:rsid w:val="007A2636"/>
    <w:rsid w:val="007A5DED"/>
    <w:rsid w:val="007D1804"/>
    <w:rsid w:val="00804351"/>
    <w:rsid w:val="008105AB"/>
    <w:rsid w:val="008559E8"/>
    <w:rsid w:val="00871C8B"/>
    <w:rsid w:val="008778D8"/>
    <w:rsid w:val="00880C74"/>
    <w:rsid w:val="0089370A"/>
    <w:rsid w:val="008939FE"/>
    <w:rsid w:val="008944EF"/>
    <w:rsid w:val="008B12EB"/>
    <w:rsid w:val="008C138D"/>
    <w:rsid w:val="008C537A"/>
    <w:rsid w:val="008D3F1D"/>
    <w:rsid w:val="008F0AE9"/>
    <w:rsid w:val="008F2005"/>
    <w:rsid w:val="008F2313"/>
    <w:rsid w:val="008F245A"/>
    <w:rsid w:val="008F2E0B"/>
    <w:rsid w:val="0090380E"/>
    <w:rsid w:val="00915A9F"/>
    <w:rsid w:val="009321DD"/>
    <w:rsid w:val="00945922"/>
    <w:rsid w:val="00947107"/>
    <w:rsid w:val="0095701F"/>
    <w:rsid w:val="00965838"/>
    <w:rsid w:val="00976B9B"/>
    <w:rsid w:val="00981474"/>
    <w:rsid w:val="009846BD"/>
    <w:rsid w:val="00990B94"/>
    <w:rsid w:val="00992034"/>
    <w:rsid w:val="009A314C"/>
    <w:rsid w:val="009A4827"/>
    <w:rsid w:val="009A54C3"/>
    <w:rsid w:val="009B4110"/>
    <w:rsid w:val="009D38A5"/>
    <w:rsid w:val="009D407D"/>
    <w:rsid w:val="009D500F"/>
    <w:rsid w:val="009E6382"/>
    <w:rsid w:val="009F412D"/>
    <w:rsid w:val="00A111FB"/>
    <w:rsid w:val="00A15186"/>
    <w:rsid w:val="00A17DE0"/>
    <w:rsid w:val="00A3289D"/>
    <w:rsid w:val="00A335CC"/>
    <w:rsid w:val="00A61EDA"/>
    <w:rsid w:val="00A740D3"/>
    <w:rsid w:val="00A76F47"/>
    <w:rsid w:val="00A8364F"/>
    <w:rsid w:val="00AA1975"/>
    <w:rsid w:val="00AB50B7"/>
    <w:rsid w:val="00AB67C2"/>
    <w:rsid w:val="00AD3E10"/>
    <w:rsid w:val="00AE50ED"/>
    <w:rsid w:val="00AF44B5"/>
    <w:rsid w:val="00B023F4"/>
    <w:rsid w:val="00B43FB5"/>
    <w:rsid w:val="00B44B19"/>
    <w:rsid w:val="00B5295C"/>
    <w:rsid w:val="00B63BFD"/>
    <w:rsid w:val="00B64A26"/>
    <w:rsid w:val="00B7292B"/>
    <w:rsid w:val="00B75608"/>
    <w:rsid w:val="00B847FD"/>
    <w:rsid w:val="00B869BB"/>
    <w:rsid w:val="00B87BFC"/>
    <w:rsid w:val="00BB6290"/>
    <w:rsid w:val="00BB6CC7"/>
    <w:rsid w:val="00BC071E"/>
    <w:rsid w:val="00BC3A8B"/>
    <w:rsid w:val="00BD35AD"/>
    <w:rsid w:val="00BD7A20"/>
    <w:rsid w:val="00BE2CAD"/>
    <w:rsid w:val="00BE6F1A"/>
    <w:rsid w:val="00C3466C"/>
    <w:rsid w:val="00C505BE"/>
    <w:rsid w:val="00C5731A"/>
    <w:rsid w:val="00C6235C"/>
    <w:rsid w:val="00C64B22"/>
    <w:rsid w:val="00C72E91"/>
    <w:rsid w:val="00C75118"/>
    <w:rsid w:val="00CA73B1"/>
    <w:rsid w:val="00CB4FEF"/>
    <w:rsid w:val="00CD321B"/>
    <w:rsid w:val="00CD4C06"/>
    <w:rsid w:val="00CE10D2"/>
    <w:rsid w:val="00D068B8"/>
    <w:rsid w:val="00D11BD2"/>
    <w:rsid w:val="00D32B1E"/>
    <w:rsid w:val="00D33124"/>
    <w:rsid w:val="00D34840"/>
    <w:rsid w:val="00D419CA"/>
    <w:rsid w:val="00D449CB"/>
    <w:rsid w:val="00D51F10"/>
    <w:rsid w:val="00D8385D"/>
    <w:rsid w:val="00D91ECC"/>
    <w:rsid w:val="00DA41A2"/>
    <w:rsid w:val="00DB49DE"/>
    <w:rsid w:val="00DC031D"/>
    <w:rsid w:val="00DD7D4E"/>
    <w:rsid w:val="00E1548F"/>
    <w:rsid w:val="00E1645D"/>
    <w:rsid w:val="00E17952"/>
    <w:rsid w:val="00E40750"/>
    <w:rsid w:val="00E61190"/>
    <w:rsid w:val="00E804BB"/>
    <w:rsid w:val="00E8135E"/>
    <w:rsid w:val="00E81FB0"/>
    <w:rsid w:val="00EA7E88"/>
    <w:rsid w:val="00EB7EC1"/>
    <w:rsid w:val="00EC4684"/>
    <w:rsid w:val="00EC70FE"/>
    <w:rsid w:val="00ED6441"/>
    <w:rsid w:val="00EE14AE"/>
    <w:rsid w:val="00F0354F"/>
    <w:rsid w:val="00F10138"/>
    <w:rsid w:val="00F13A88"/>
    <w:rsid w:val="00F13C66"/>
    <w:rsid w:val="00F26432"/>
    <w:rsid w:val="00F27261"/>
    <w:rsid w:val="00F36F8B"/>
    <w:rsid w:val="00F402AC"/>
    <w:rsid w:val="00F56E65"/>
    <w:rsid w:val="00F646A7"/>
    <w:rsid w:val="00F90CBA"/>
    <w:rsid w:val="00F9494F"/>
    <w:rsid w:val="00F96E26"/>
    <w:rsid w:val="00FA6A10"/>
    <w:rsid w:val="00FB20EE"/>
    <w:rsid w:val="00FC3E31"/>
    <w:rsid w:val="00FC56EF"/>
    <w:rsid w:val="00FE0EFC"/>
    <w:rsid w:val="00FE5330"/>
    <w:rsid w:val="00FF30E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0FFD"/>
    <w:pPr>
      <w:autoSpaceDE w:val="0"/>
      <w:autoSpaceDN w:val="0"/>
      <w:adjustRightInd w:val="0"/>
    </w:pPr>
  </w:style>
  <w:style w:type="paragraph" w:styleId="Heading1">
    <w:name w:val="heading 1"/>
    <w:basedOn w:val="Normal"/>
    <w:next w:val="Normal"/>
    <w:qFormat/>
    <w:rsid w:val="00450FFD"/>
    <w:pPr>
      <w:keepNext/>
      <w:widowControl w:val="0"/>
      <w:numPr>
        <w:numId w:val="18"/>
      </w:numPr>
      <w:overflowPunct w:val="0"/>
      <w:spacing w:line="480" w:lineRule="exact"/>
      <w:jc w:val="center"/>
      <w:textAlignment w:val="baseline"/>
      <w:outlineLvl w:val="0"/>
    </w:pPr>
    <w:rPr>
      <w:b/>
      <w:caps/>
      <w:kern w:val="28"/>
    </w:rPr>
  </w:style>
  <w:style w:type="paragraph" w:styleId="Heading2">
    <w:name w:val="heading 2"/>
    <w:basedOn w:val="Normal"/>
    <w:next w:val="Normal"/>
    <w:qFormat/>
    <w:rsid w:val="00450FFD"/>
    <w:pPr>
      <w:keepNext/>
      <w:widowControl w:val="0"/>
      <w:numPr>
        <w:ilvl w:val="1"/>
        <w:numId w:val="18"/>
      </w:numPr>
      <w:overflowPunct w:val="0"/>
      <w:spacing w:line="480" w:lineRule="exact"/>
      <w:textAlignment w:val="baseline"/>
      <w:outlineLvl w:val="1"/>
    </w:pPr>
    <w:rPr>
      <w:b/>
      <w:caps/>
    </w:rPr>
  </w:style>
  <w:style w:type="paragraph" w:styleId="Heading3">
    <w:name w:val="heading 3"/>
    <w:basedOn w:val="Normal"/>
    <w:next w:val="Normal"/>
    <w:qFormat/>
    <w:rsid w:val="00450FFD"/>
    <w:pPr>
      <w:keepNext/>
      <w:widowControl w:val="0"/>
      <w:numPr>
        <w:ilvl w:val="2"/>
        <w:numId w:val="18"/>
      </w:numPr>
      <w:overflowPunct w:val="0"/>
      <w:spacing w:line="480" w:lineRule="exact"/>
      <w:textAlignment w:val="baseline"/>
      <w:outlineLvl w:val="2"/>
    </w:pPr>
    <w:rPr>
      <w:b/>
    </w:rPr>
  </w:style>
  <w:style w:type="paragraph" w:styleId="Heading4">
    <w:name w:val="heading 4"/>
    <w:basedOn w:val="Normal"/>
    <w:next w:val="Normal"/>
    <w:qFormat/>
    <w:rsid w:val="00450FFD"/>
    <w:pPr>
      <w:keepNext/>
      <w:widowControl w:val="0"/>
      <w:numPr>
        <w:ilvl w:val="3"/>
        <w:numId w:val="18"/>
      </w:numPr>
      <w:overflowPunct w:val="0"/>
      <w:spacing w:line="480" w:lineRule="exact"/>
      <w:textAlignment w:val="baseline"/>
      <w:outlineLvl w:val="3"/>
    </w:pPr>
    <w:rPr>
      <w:b/>
    </w:rPr>
  </w:style>
  <w:style w:type="paragraph" w:styleId="Heading5">
    <w:name w:val="heading 5"/>
    <w:basedOn w:val="Normal"/>
    <w:next w:val="Normal"/>
    <w:qFormat/>
    <w:rsid w:val="00450FFD"/>
    <w:pPr>
      <w:widowControl w:val="0"/>
      <w:numPr>
        <w:ilvl w:val="4"/>
        <w:numId w:val="18"/>
      </w:numPr>
      <w:overflowPunct w:val="0"/>
      <w:spacing w:line="480" w:lineRule="exact"/>
      <w:textAlignment w:val="baseline"/>
      <w:outlineLvl w:val="4"/>
    </w:pPr>
    <w:rPr>
      <w:b/>
    </w:rPr>
  </w:style>
  <w:style w:type="paragraph" w:styleId="Heading6">
    <w:name w:val="heading 6"/>
    <w:basedOn w:val="Normal"/>
    <w:next w:val="Normal"/>
    <w:qFormat/>
    <w:rsid w:val="00450FFD"/>
    <w:pPr>
      <w:widowControl w:val="0"/>
      <w:numPr>
        <w:ilvl w:val="5"/>
        <w:numId w:val="18"/>
      </w:numPr>
      <w:overflowPunct w:val="0"/>
      <w:spacing w:line="480" w:lineRule="exact"/>
      <w:textAlignment w:val="baseline"/>
      <w:outlineLvl w:val="5"/>
    </w:pPr>
    <w:rPr>
      <w:b/>
    </w:rPr>
  </w:style>
  <w:style w:type="paragraph" w:styleId="Heading7">
    <w:name w:val="heading 7"/>
    <w:basedOn w:val="Normal"/>
    <w:next w:val="Normal"/>
    <w:qFormat/>
    <w:rsid w:val="00450FFD"/>
    <w:pPr>
      <w:widowControl w:val="0"/>
      <w:numPr>
        <w:ilvl w:val="6"/>
        <w:numId w:val="18"/>
      </w:numPr>
      <w:overflowPunct w:val="0"/>
      <w:spacing w:before="240" w:line="240" w:lineRule="exact"/>
      <w:textAlignment w:val="baseline"/>
      <w:outlineLvl w:val="6"/>
    </w:pPr>
    <w:rPr>
      <w:b/>
    </w:rPr>
  </w:style>
  <w:style w:type="paragraph" w:styleId="Heading8">
    <w:name w:val="heading 8"/>
    <w:basedOn w:val="Normal"/>
    <w:next w:val="Normal"/>
    <w:qFormat/>
    <w:rsid w:val="00450FFD"/>
    <w:pPr>
      <w:widowControl w:val="0"/>
      <w:numPr>
        <w:ilvl w:val="7"/>
        <w:numId w:val="18"/>
      </w:numPr>
      <w:overflowPunct w:val="0"/>
      <w:spacing w:before="240"/>
      <w:textAlignment w:val="baseline"/>
      <w:outlineLvl w:val="7"/>
    </w:pPr>
    <w:rPr>
      <w:i/>
    </w:rPr>
  </w:style>
  <w:style w:type="paragraph" w:styleId="Heading9">
    <w:name w:val="heading 9"/>
    <w:basedOn w:val="Normal"/>
    <w:next w:val="Normal"/>
    <w:qFormat/>
    <w:rsid w:val="00450FFD"/>
    <w:pPr>
      <w:widowControl w:val="0"/>
      <w:numPr>
        <w:ilvl w:val="8"/>
        <w:numId w:val="18"/>
      </w:numPr>
      <w:overflowPunct w:val="0"/>
      <w:spacing w:before="240" w:after="60"/>
      <w:textAlignment w:val="baseline"/>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B0337"/>
    <w:rPr>
      <w:rFonts w:ascii="Tahoma" w:hAnsi="Tahoma" w:cs="Tahoma"/>
      <w:sz w:val="16"/>
      <w:szCs w:val="16"/>
    </w:rPr>
  </w:style>
  <w:style w:type="character" w:customStyle="1" w:styleId="BalloonTextChar">
    <w:name w:val="Balloon Text Char"/>
    <w:basedOn w:val="DefaultParagraphFont"/>
    <w:link w:val="BalloonText"/>
    <w:rsid w:val="004B0337"/>
    <w:rPr>
      <w:rFonts w:ascii="Tahoma" w:hAnsi="Tahoma" w:cs="Tahoma"/>
      <w:sz w:val="16"/>
      <w:szCs w:val="16"/>
    </w:rPr>
  </w:style>
  <w:style w:type="paragraph" w:styleId="Header">
    <w:name w:val="header"/>
    <w:basedOn w:val="Normal"/>
    <w:link w:val="HeaderChar"/>
    <w:uiPriority w:val="99"/>
    <w:rsid w:val="006E4094"/>
    <w:pPr>
      <w:widowControl w:val="0"/>
      <w:tabs>
        <w:tab w:val="center" w:pos="4320"/>
        <w:tab w:val="right" w:pos="8640"/>
      </w:tabs>
      <w:overflowPunct w:val="0"/>
      <w:spacing w:line="480" w:lineRule="exact"/>
      <w:textAlignment w:val="baseline"/>
    </w:pPr>
  </w:style>
  <w:style w:type="paragraph" w:customStyle="1" w:styleId="CourtName">
    <w:name w:val="CourtName"/>
    <w:basedOn w:val="Normal"/>
    <w:rsid w:val="006E4094"/>
    <w:pPr>
      <w:widowControl w:val="0"/>
      <w:spacing w:line="480" w:lineRule="exact"/>
      <w:jc w:val="center"/>
    </w:pPr>
  </w:style>
  <w:style w:type="paragraph" w:styleId="Footer">
    <w:name w:val="footer"/>
    <w:basedOn w:val="Normal"/>
    <w:rsid w:val="006E4094"/>
    <w:pPr>
      <w:widowControl w:val="0"/>
      <w:tabs>
        <w:tab w:val="center" w:pos="4320"/>
        <w:tab w:val="right" w:pos="8640"/>
      </w:tabs>
      <w:spacing w:line="480" w:lineRule="exact"/>
    </w:pPr>
  </w:style>
  <w:style w:type="character" w:styleId="FootnoteReference">
    <w:name w:val="footnote reference"/>
    <w:basedOn w:val="DefaultParagraphFont"/>
    <w:semiHidden/>
    <w:rsid w:val="006E4094"/>
    <w:rPr>
      <w:vertAlign w:val="superscript"/>
    </w:rPr>
  </w:style>
  <w:style w:type="paragraph" w:styleId="FootnoteText">
    <w:name w:val="footnote text"/>
    <w:basedOn w:val="Normal"/>
    <w:semiHidden/>
    <w:rsid w:val="006E4094"/>
    <w:pPr>
      <w:widowControl w:val="0"/>
      <w:spacing w:after="240" w:line="240" w:lineRule="exact"/>
      <w:ind w:left="720" w:hanging="720"/>
    </w:pPr>
  </w:style>
  <w:style w:type="paragraph" w:customStyle="1" w:styleId="LineNumbers">
    <w:name w:val="LineNumbers"/>
    <w:basedOn w:val="Normal"/>
    <w:rsid w:val="006E4094"/>
    <w:pPr>
      <w:widowControl w:val="0"/>
      <w:spacing w:line="483" w:lineRule="exact"/>
      <w:jc w:val="right"/>
    </w:pPr>
    <w:rPr>
      <w:rFonts w:ascii="CG Times (WN)" w:hAnsi="CG Times (WN)"/>
    </w:rPr>
  </w:style>
  <w:style w:type="character" w:styleId="PageNumber">
    <w:name w:val="page number"/>
    <w:basedOn w:val="DefaultParagraphFont"/>
    <w:rsid w:val="006E4094"/>
  </w:style>
  <w:style w:type="paragraph" w:customStyle="1" w:styleId="quote-pld">
    <w:name w:val="quote-pld"/>
    <w:basedOn w:val="Normal"/>
    <w:rsid w:val="006E4094"/>
    <w:pPr>
      <w:widowControl w:val="0"/>
      <w:spacing w:line="240" w:lineRule="exact"/>
      <w:ind w:left="1440" w:right="1440"/>
    </w:pPr>
  </w:style>
  <w:style w:type="paragraph" w:customStyle="1" w:styleId="Preformatted">
    <w:name w:val="Preformatted"/>
    <w:basedOn w:val="Normal"/>
    <w:rsid w:val="006E409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quote-letter">
    <w:name w:val="quote-letter"/>
    <w:basedOn w:val="Normal"/>
    <w:rsid w:val="006E4094"/>
    <w:pPr>
      <w:widowControl w:val="0"/>
      <w:ind w:left="1440" w:right="1440"/>
    </w:pPr>
  </w:style>
  <w:style w:type="paragraph" w:customStyle="1" w:styleId="Normal2">
    <w:name w:val="Normal2"/>
    <w:basedOn w:val="Normal"/>
    <w:autoRedefine/>
    <w:rsid w:val="006E4094"/>
    <w:pPr>
      <w:spacing w:line="480" w:lineRule="exact"/>
      <w:ind w:firstLine="720"/>
    </w:pPr>
  </w:style>
  <w:style w:type="paragraph" w:styleId="EnvelopeAddress">
    <w:name w:val="envelope address"/>
    <w:basedOn w:val="Normal"/>
    <w:rsid w:val="006E4094"/>
    <w:pPr>
      <w:framePr w:w="7920" w:h="1980" w:hRule="exact" w:hSpace="180" w:wrap="auto" w:hAnchor="page" w:xAlign="center" w:yAlign="bottom"/>
      <w:ind w:left="2880"/>
    </w:pPr>
  </w:style>
  <w:style w:type="paragraph" w:styleId="EnvelopeReturn">
    <w:name w:val="envelope return"/>
    <w:basedOn w:val="Normal"/>
    <w:rsid w:val="006E4094"/>
  </w:style>
  <w:style w:type="paragraph" w:styleId="NormalWeb">
    <w:name w:val="Normal (Web)"/>
    <w:basedOn w:val="Normal"/>
    <w:link w:val="NormalWebChar"/>
    <w:uiPriority w:val="99"/>
    <w:unhideWhenUsed/>
    <w:rsid w:val="00FA6A10"/>
    <w:pPr>
      <w:autoSpaceDE/>
      <w:autoSpaceDN/>
      <w:adjustRightInd/>
      <w:spacing w:before="100" w:beforeAutospacing="1" w:after="100" w:afterAutospacing="1"/>
      <w:jc w:val="center"/>
    </w:pPr>
    <w:rPr>
      <w:rFonts w:eastAsiaTheme="minorHAnsi"/>
      <w:sz w:val="24"/>
      <w:szCs w:val="24"/>
    </w:rPr>
  </w:style>
  <w:style w:type="table" w:styleId="TableGrid">
    <w:name w:val="Table Grid"/>
    <w:basedOn w:val="TableNormal"/>
    <w:rsid w:val="00B75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ReleaseText">
    <w:name w:val="Press Release Text"/>
    <w:basedOn w:val="Normal"/>
    <w:qFormat/>
    <w:rsid w:val="00450FFD"/>
    <w:pPr>
      <w:tabs>
        <w:tab w:val="left" w:pos="5040"/>
        <w:tab w:val="left" w:pos="7920"/>
        <w:tab w:val="right" w:pos="9360"/>
      </w:tabs>
      <w:spacing w:before="100" w:beforeAutospacing="1" w:after="100" w:afterAutospacing="1" w:line="288" w:lineRule="auto"/>
    </w:pPr>
    <w:rPr>
      <w:rFonts w:ascii="Georgia" w:hAnsi="Georgia"/>
      <w:sz w:val="22"/>
      <w:szCs w:val="22"/>
    </w:rPr>
  </w:style>
  <w:style w:type="character" w:customStyle="1" w:styleId="SYSHYPERTEXT">
    <w:name w:val="SYS_HYPERTEXT"/>
    <w:uiPriority w:val="99"/>
    <w:rsid w:val="00965838"/>
    <w:rPr>
      <w:color w:val="0000FF"/>
      <w:u w:val="single"/>
    </w:rPr>
  </w:style>
  <w:style w:type="character" w:styleId="Hyperlink">
    <w:name w:val="Hyperlink"/>
    <w:basedOn w:val="DefaultParagraphFont"/>
    <w:rsid w:val="008F2005"/>
    <w:rPr>
      <w:color w:val="0000FF" w:themeColor="hyperlink"/>
      <w:u w:val="single"/>
    </w:rPr>
  </w:style>
  <w:style w:type="paragraph" w:styleId="BodyText">
    <w:name w:val="Body Text"/>
    <w:basedOn w:val="Normal"/>
    <w:link w:val="BodyTextChar"/>
    <w:uiPriority w:val="99"/>
    <w:unhideWhenUsed/>
    <w:rsid w:val="001871B1"/>
    <w:pPr>
      <w:autoSpaceDE/>
      <w:autoSpaceDN/>
      <w:adjustRightInd/>
      <w:spacing w:before="240"/>
      <w:ind w:firstLine="720"/>
    </w:pPr>
    <w:rPr>
      <w:rFonts w:eastAsiaTheme="minorHAnsi"/>
      <w:sz w:val="24"/>
      <w:szCs w:val="24"/>
    </w:rPr>
  </w:style>
  <w:style w:type="character" w:customStyle="1" w:styleId="BodyTextChar">
    <w:name w:val="Body Text Char"/>
    <w:basedOn w:val="DefaultParagraphFont"/>
    <w:link w:val="BodyText"/>
    <w:uiPriority w:val="99"/>
    <w:rsid w:val="001871B1"/>
    <w:rPr>
      <w:rFonts w:eastAsiaTheme="minorHAnsi"/>
      <w:sz w:val="24"/>
      <w:szCs w:val="24"/>
    </w:rPr>
  </w:style>
  <w:style w:type="character" w:customStyle="1" w:styleId="HeaderChar">
    <w:name w:val="Header Char"/>
    <w:basedOn w:val="DefaultParagraphFont"/>
    <w:link w:val="Header"/>
    <w:uiPriority w:val="99"/>
    <w:rsid w:val="006F440B"/>
  </w:style>
  <w:style w:type="paragraph" w:customStyle="1" w:styleId="Pressreleaseheader">
    <w:name w:val="Press release header"/>
    <w:basedOn w:val="NormalWeb"/>
    <w:link w:val="PressreleaseheaderChar"/>
    <w:qFormat/>
    <w:rsid w:val="00450FFD"/>
    <w:pPr>
      <w:tabs>
        <w:tab w:val="right" w:pos="9360"/>
      </w:tabs>
      <w:spacing w:before="0" w:beforeAutospacing="0" w:after="0" w:afterAutospacing="0"/>
    </w:pPr>
    <w:rPr>
      <w:rFonts w:ascii="Verdana" w:hAnsi="Verdana"/>
    </w:rPr>
  </w:style>
  <w:style w:type="paragraph" w:customStyle="1" w:styleId="PRHEADLINE">
    <w:name w:val="PR HEADLINE"/>
    <w:basedOn w:val="Normal"/>
    <w:link w:val="PRHEADLINEChar"/>
    <w:qFormat/>
    <w:rsid w:val="00450FFD"/>
    <w:pPr>
      <w:spacing w:line="288" w:lineRule="auto"/>
      <w:jc w:val="center"/>
    </w:pPr>
    <w:rPr>
      <w:rFonts w:ascii="Verdana" w:hAnsi="Verdana"/>
      <w:b/>
      <w:sz w:val="21"/>
      <w:szCs w:val="21"/>
      <w:u w:val="single"/>
      <w:lang w:val="en-CA"/>
    </w:rPr>
  </w:style>
  <w:style w:type="character" w:customStyle="1" w:styleId="NormalWebChar">
    <w:name w:val="Normal (Web) Char"/>
    <w:basedOn w:val="DefaultParagraphFont"/>
    <w:link w:val="NormalWeb"/>
    <w:uiPriority w:val="99"/>
    <w:rsid w:val="00B63BFD"/>
    <w:rPr>
      <w:rFonts w:eastAsiaTheme="minorHAnsi"/>
      <w:sz w:val="24"/>
      <w:szCs w:val="24"/>
    </w:rPr>
  </w:style>
  <w:style w:type="character" w:customStyle="1" w:styleId="PressreleaseheaderChar">
    <w:name w:val="Press release header Char"/>
    <w:basedOn w:val="NormalWebChar"/>
    <w:link w:val="Pressreleaseheader"/>
    <w:rsid w:val="00450FFD"/>
    <w:rPr>
      <w:rFonts w:ascii="Verdana" w:eastAsiaTheme="minorHAnsi" w:hAnsi="Verdana"/>
      <w:sz w:val="24"/>
      <w:szCs w:val="24"/>
    </w:rPr>
  </w:style>
  <w:style w:type="paragraph" w:customStyle="1" w:styleId="PRTEXT">
    <w:name w:val="PR TEXT"/>
    <w:basedOn w:val="PRHEADLINE"/>
    <w:link w:val="PRTEXTChar"/>
    <w:qFormat/>
    <w:rsid w:val="00450FFD"/>
    <w:pPr>
      <w:ind w:firstLine="720"/>
      <w:jc w:val="left"/>
    </w:pPr>
    <w:rPr>
      <w:b w:val="0"/>
    </w:rPr>
  </w:style>
  <w:style w:type="character" w:customStyle="1" w:styleId="PRHEADLINEChar">
    <w:name w:val="PR HEADLINE Char"/>
    <w:basedOn w:val="DefaultParagraphFont"/>
    <w:link w:val="PRHEADLINE"/>
    <w:rsid w:val="00450FFD"/>
    <w:rPr>
      <w:rFonts w:ascii="Verdana" w:hAnsi="Verdana"/>
      <w:b/>
      <w:sz w:val="21"/>
      <w:szCs w:val="21"/>
      <w:u w:val="single"/>
      <w:lang w:val="en-CA"/>
    </w:rPr>
  </w:style>
  <w:style w:type="character" w:customStyle="1" w:styleId="PRTEXTChar">
    <w:name w:val="PR TEXT Char"/>
    <w:basedOn w:val="PRHEADLINEChar"/>
    <w:link w:val="PRTEXT"/>
    <w:rsid w:val="00450FFD"/>
    <w:rPr>
      <w:rFonts w:ascii="Verdana" w:hAnsi="Verdana"/>
      <w:b w:val="0"/>
      <w:sz w:val="21"/>
      <w:szCs w:val="21"/>
      <w:u w:val="single"/>
      <w:lang w:val="en-CA"/>
    </w:rPr>
  </w:style>
  <w:style w:type="paragraph" w:customStyle="1" w:styleId="Text">
    <w:name w:val="Text"/>
    <w:basedOn w:val="Normal"/>
    <w:link w:val="TextChar"/>
    <w:rsid w:val="00314E74"/>
    <w:pPr>
      <w:autoSpaceDE/>
      <w:autoSpaceDN/>
      <w:adjustRightInd/>
      <w:spacing w:after="220" w:line="336" w:lineRule="auto"/>
    </w:pPr>
    <w:rPr>
      <w:rFonts w:ascii="Century Gothic" w:hAnsi="Century Gothic"/>
      <w:sz w:val="18"/>
      <w:szCs w:val="18"/>
    </w:rPr>
  </w:style>
  <w:style w:type="character" w:customStyle="1" w:styleId="TextChar">
    <w:name w:val="Text Char"/>
    <w:basedOn w:val="DefaultParagraphFont"/>
    <w:link w:val="Text"/>
    <w:rsid w:val="00314E74"/>
    <w:rPr>
      <w:rFonts w:ascii="Century Gothic" w:hAnsi="Century Gothic"/>
      <w:sz w:val="18"/>
      <w:szCs w:val="18"/>
    </w:rPr>
  </w:style>
  <w:style w:type="paragraph" w:customStyle="1" w:styleId="APRText">
    <w:name w:val="A PR Text"/>
    <w:basedOn w:val="Text"/>
    <w:link w:val="APRTextChar"/>
    <w:qFormat/>
    <w:rsid w:val="00D449CB"/>
    <w:pPr>
      <w:spacing w:after="0" w:line="288" w:lineRule="auto"/>
      <w:ind w:firstLine="720"/>
    </w:pPr>
    <w:rPr>
      <w:rFonts w:ascii="Verdana" w:hAnsi="Verdana"/>
      <w:sz w:val="20"/>
    </w:rPr>
  </w:style>
  <w:style w:type="paragraph" w:customStyle="1" w:styleId="ContactInformation">
    <w:name w:val="Contact Information"/>
    <w:basedOn w:val="Normal"/>
    <w:link w:val="ContactInformationChar"/>
    <w:rsid w:val="00314E74"/>
    <w:pPr>
      <w:autoSpaceDE/>
      <w:autoSpaceDN/>
      <w:adjustRightInd/>
      <w:spacing w:line="180" w:lineRule="exact"/>
    </w:pPr>
    <w:rPr>
      <w:rFonts w:ascii="Century Gothic" w:hAnsi="Century Gothic"/>
      <w:color w:val="2A5A78"/>
      <w:spacing w:val="-5"/>
      <w:sz w:val="16"/>
    </w:rPr>
  </w:style>
  <w:style w:type="character" w:customStyle="1" w:styleId="APRTextChar">
    <w:name w:val="A PR Text Char"/>
    <w:basedOn w:val="TextChar"/>
    <w:link w:val="APRText"/>
    <w:rsid w:val="00D449CB"/>
    <w:rPr>
      <w:rFonts w:ascii="Verdana" w:hAnsi="Verdana"/>
      <w:sz w:val="18"/>
      <w:szCs w:val="18"/>
    </w:rPr>
  </w:style>
  <w:style w:type="paragraph" w:customStyle="1" w:styleId="APRHeader">
    <w:name w:val="A PR Header"/>
    <w:basedOn w:val="ContactInformation"/>
    <w:link w:val="APRHeaderChar"/>
    <w:qFormat/>
    <w:rsid w:val="00F96E26"/>
    <w:pPr>
      <w:tabs>
        <w:tab w:val="right" w:pos="9072"/>
      </w:tabs>
    </w:pPr>
  </w:style>
  <w:style w:type="paragraph" w:customStyle="1" w:styleId="APRTitle">
    <w:name w:val="A PR Title"/>
    <w:basedOn w:val="PRHEADLINE"/>
    <w:link w:val="APRTitleChar"/>
    <w:qFormat/>
    <w:rsid w:val="00D449CB"/>
    <w:pPr>
      <w:spacing w:before="120" w:after="120" w:line="240" w:lineRule="auto"/>
    </w:pPr>
    <w:rPr>
      <w:rFonts w:ascii="Century Gothic" w:hAnsi="Century Gothic"/>
      <w:color w:val="2A5A78"/>
      <w:sz w:val="24"/>
      <w:szCs w:val="28"/>
    </w:rPr>
  </w:style>
  <w:style w:type="character" w:customStyle="1" w:styleId="ContactInformationChar">
    <w:name w:val="Contact Information Char"/>
    <w:basedOn w:val="DefaultParagraphFont"/>
    <w:link w:val="ContactInformation"/>
    <w:rsid w:val="00314E74"/>
    <w:rPr>
      <w:rFonts w:ascii="Century Gothic" w:hAnsi="Century Gothic"/>
      <w:color w:val="2A5A78"/>
      <w:spacing w:val="-5"/>
      <w:sz w:val="16"/>
    </w:rPr>
  </w:style>
  <w:style w:type="character" w:customStyle="1" w:styleId="APRHeaderChar">
    <w:name w:val="A PR Header Char"/>
    <w:basedOn w:val="ContactInformationChar"/>
    <w:link w:val="APRHeader"/>
    <w:rsid w:val="00F96E26"/>
    <w:rPr>
      <w:rFonts w:ascii="Century Gothic" w:hAnsi="Century Gothic"/>
      <w:color w:val="2A5A78"/>
      <w:spacing w:val="-5"/>
      <w:sz w:val="16"/>
    </w:rPr>
  </w:style>
  <w:style w:type="paragraph" w:customStyle="1" w:styleId="Subhead">
    <w:name w:val="Subhead"/>
    <w:basedOn w:val="Normal"/>
    <w:link w:val="SubheadChar"/>
    <w:rsid w:val="00314E74"/>
    <w:pPr>
      <w:autoSpaceDE/>
      <w:autoSpaceDN/>
      <w:adjustRightInd/>
      <w:spacing w:after="600"/>
    </w:pPr>
    <w:rPr>
      <w:rFonts w:ascii="Century Gothic" w:hAnsi="Century Gothic"/>
      <w:i/>
      <w:color w:val="2A5A78"/>
      <w:spacing w:val="-5"/>
      <w:sz w:val="22"/>
    </w:rPr>
  </w:style>
  <w:style w:type="character" w:customStyle="1" w:styleId="APRTitleChar">
    <w:name w:val="A PR Title Char"/>
    <w:basedOn w:val="PRHEADLINEChar"/>
    <w:link w:val="APRTitle"/>
    <w:rsid w:val="00D449CB"/>
    <w:rPr>
      <w:rFonts w:ascii="Century Gothic" w:hAnsi="Century Gothic"/>
      <w:b/>
      <w:color w:val="2A5A78"/>
      <w:sz w:val="24"/>
      <w:szCs w:val="28"/>
      <w:u w:val="single"/>
      <w:lang w:val="en-CA"/>
    </w:rPr>
  </w:style>
  <w:style w:type="paragraph" w:customStyle="1" w:styleId="APRsubtitle">
    <w:name w:val="A PR subtitle"/>
    <w:basedOn w:val="Subhead"/>
    <w:link w:val="APRsubtitleChar"/>
    <w:qFormat/>
    <w:rsid w:val="00D449CB"/>
    <w:pPr>
      <w:spacing w:after="120"/>
      <w:jc w:val="center"/>
    </w:pPr>
    <w:rPr>
      <w:b/>
    </w:rPr>
  </w:style>
  <w:style w:type="character" w:customStyle="1" w:styleId="SubheadChar">
    <w:name w:val="Subhead Char"/>
    <w:basedOn w:val="DefaultParagraphFont"/>
    <w:link w:val="Subhead"/>
    <w:rsid w:val="00314E74"/>
    <w:rPr>
      <w:rFonts w:ascii="Century Gothic" w:hAnsi="Century Gothic"/>
      <w:i/>
      <w:color w:val="2A5A78"/>
      <w:spacing w:val="-5"/>
      <w:sz w:val="22"/>
    </w:rPr>
  </w:style>
  <w:style w:type="character" w:customStyle="1" w:styleId="APRsubtitleChar">
    <w:name w:val="A PR subtitle Char"/>
    <w:basedOn w:val="SubheadChar"/>
    <w:link w:val="APRsubtitle"/>
    <w:rsid w:val="00D449CB"/>
    <w:rPr>
      <w:rFonts w:ascii="Century Gothic" w:hAnsi="Century Gothic"/>
      <w:b/>
      <w:i/>
      <w:color w:val="2A5A78"/>
      <w:spacing w:val="-5"/>
      <w:sz w:val="22"/>
    </w:rPr>
  </w:style>
  <w:style w:type="paragraph" w:customStyle="1" w:styleId="Style1">
    <w:name w:val="Style1"/>
    <w:basedOn w:val="APRsubtitle"/>
    <w:link w:val="Style1Char"/>
    <w:qFormat/>
    <w:rsid w:val="00025F06"/>
    <w:pPr>
      <w:spacing w:before="240"/>
    </w:pPr>
  </w:style>
  <w:style w:type="character" w:customStyle="1" w:styleId="Style1Char">
    <w:name w:val="Style1 Char"/>
    <w:basedOn w:val="APRsubtitleChar"/>
    <w:link w:val="Style1"/>
    <w:rsid w:val="00025F06"/>
    <w:rPr>
      <w:rFonts w:ascii="Century Gothic" w:hAnsi="Century Gothic"/>
      <w:b/>
      <w:i/>
      <w:color w:val="2A5A78"/>
      <w:spacing w:val="-5"/>
      <w:sz w:val="22"/>
    </w:rPr>
  </w:style>
  <w:style w:type="paragraph" w:customStyle="1" w:styleId="aprheading">
    <w:name w:val="a pr heading"/>
    <w:basedOn w:val="APRsubtitle"/>
    <w:link w:val="aprheadingChar"/>
    <w:qFormat/>
    <w:rsid w:val="00025F06"/>
    <w:pPr>
      <w:spacing w:before="240"/>
    </w:pPr>
    <w:rPr>
      <w:b w:val="0"/>
    </w:rPr>
  </w:style>
  <w:style w:type="character" w:customStyle="1" w:styleId="aprheadingChar">
    <w:name w:val="a pr heading Char"/>
    <w:basedOn w:val="APRsubtitleChar"/>
    <w:link w:val="aprheading"/>
    <w:rsid w:val="00025F06"/>
    <w:rPr>
      <w:rFonts w:ascii="Century Gothic" w:hAnsi="Century Gothic"/>
      <w:b w:val="0"/>
      <w:i/>
      <w:color w:val="2A5A78"/>
      <w:spacing w:val="-5"/>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0FFD"/>
    <w:pPr>
      <w:autoSpaceDE w:val="0"/>
      <w:autoSpaceDN w:val="0"/>
      <w:adjustRightInd w:val="0"/>
    </w:pPr>
  </w:style>
  <w:style w:type="paragraph" w:styleId="Heading1">
    <w:name w:val="heading 1"/>
    <w:basedOn w:val="Normal"/>
    <w:next w:val="Normal"/>
    <w:qFormat/>
    <w:rsid w:val="00450FFD"/>
    <w:pPr>
      <w:keepNext/>
      <w:widowControl w:val="0"/>
      <w:numPr>
        <w:numId w:val="18"/>
      </w:numPr>
      <w:overflowPunct w:val="0"/>
      <w:spacing w:line="480" w:lineRule="exact"/>
      <w:jc w:val="center"/>
      <w:textAlignment w:val="baseline"/>
      <w:outlineLvl w:val="0"/>
    </w:pPr>
    <w:rPr>
      <w:b/>
      <w:caps/>
      <w:kern w:val="28"/>
    </w:rPr>
  </w:style>
  <w:style w:type="paragraph" w:styleId="Heading2">
    <w:name w:val="heading 2"/>
    <w:basedOn w:val="Normal"/>
    <w:next w:val="Normal"/>
    <w:qFormat/>
    <w:rsid w:val="00450FFD"/>
    <w:pPr>
      <w:keepNext/>
      <w:widowControl w:val="0"/>
      <w:numPr>
        <w:ilvl w:val="1"/>
        <w:numId w:val="18"/>
      </w:numPr>
      <w:overflowPunct w:val="0"/>
      <w:spacing w:line="480" w:lineRule="exact"/>
      <w:textAlignment w:val="baseline"/>
      <w:outlineLvl w:val="1"/>
    </w:pPr>
    <w:rPr>
      <w:b/>
      <w:caps/>
    </w:rPr>
  </w:style>
  <w:style w:type="paragraph" w:styleId="Heading3">
    <w:name w:val="heading 3"/>
    <w:basedOn w:val="Normal"/>
    <w:next w:val="Normal"/>
    <w:qFormat/>
    <w:rsid w:val="00450FFD"/>
    <w:pPr>
      <w:keepNext/>
      <w:widowControl w:val="0"/>
      <w:numPr>
        <w:ilvl w:val="2"/>
        <w:numId w:val="18"/>
      </w:numPr>
      <w:overflowPunct w:val="0"/>
      <w:spacing w:line="480" w:lineRule="exact"/>
      <w:textAlignment w:val="baseline"/>
      <w:outlineLvl w:val="2"/>
    </w:pPr>
    <w:rPr>
      <w:b/>
    </w:rPr>
  </w:style>
  <w:style w:type="paragraph" w:styleId="Heading4">
    <w:name w:val="heading 4"/>
    <w:basedOn w:val="Normal"/>
    <w:next w:val="Normal"/>
    <w:qFormat/>
    <w:rsid w:val="00450FFD"/>
    <w:pPr>
      <w:keepNext/>
      <w:widowControl w:val="0"/>
      <w:numPr>
        <w:ilvl w:val="3"/>
        <w:numId w:val="18"/>
      </w:numPr>
      <w:overflowPunct w:val="0"/>
      <w:spacing w:line="480" w:lineRule="exact"/>
      <w:textAlignment w:val="baseline"/>
      <w:outlineLvl w:val="3"/>
    </w:pPr>
    <w:rPr>
      <w:b/>
    </w:rPr>
  </w:style>
  <w:style w:type="paragraph" w:styleId="Heading5">
    <w:name w:val="heading 5"/>
    <w:basedOn w:val="Normal"/>
    <w:next w:val="Normal"/>
    <w:qFormat/>
    <w:rsid w:val="00450FFD"/>
    <w:pPr>
      <w:widowControl w:val="0"/>
      <w:numPr>
        <w:ilvl w:val="4"/>
        <w:numId w:val="18"/>
      </w:numPr>
      <w:overflowPunct w:val="0"/>
      <w:spacing w:line="480" w:lineRule="exact"/>
      <w:textAlignment w:val="baseline"/>
      <w:outlineLvl w:val="4"/>
    </w:pPr>
    <w:rPr>
      <w:b/>
    </w:rPr>
  </w:style>
  <w:style w:type="paragraph" w:styleId="Heading6">
    <w:name w:val="heading 6"/>
    <w:basedOn w:val="Normal"/>
    <w:next w:val="Normal"/>
    <w:qFormat/>
    <w:rsid w:val="00450FFD"/>
    <w:pPr>
      <w:widowControl w:val="0"/>
      <w:numPr>
        <w:ilvl w:val="5"/>
        <w:numId w:val="18"/>
      </w:numPr>
      <w:overflowPunct w:val="0"/>
      <w:spacing w:line="480" w:lineRule="exact"/>
      <w:textAlignment w:val="baseline"/>
      <w:outlineLvl w:val="5"/>
    </w:pPr>
    <w:rPr>
      <w:b/>
    </w:rPr>
  </w:style>
  <w:style w:type="paragraph" w:styleId="Heading7">
    <w:name w:val="heading 7"/>
    <w:basedOn w:val="Normal"/>
    <w:next w:val="Normal"/>
    <w:qFormat/>
    <w:rsid w:val="00450FFD"/>
    <w:pPr>
      <w:widowControl w:val="0"/>
      <w:numPr>
        <w:ilvl w:val="6"/>
        <w:numId w:val="18"/>
      </w:numPr>
      <w:overflowPunct w:val="0"/>
      <w:spacing w:before="240" w:line="240" w:lineRule="exact"/>
      <w:textAlignment w:val="baseline"/>
      <w:outlineLvl w:val="6"/>
    </w:pPr>
    <w:rPr>
      <w:b/>
    </w:rPr>
  </w:style>
  <w:style w:type="paragraph" w:styleId="Heading8">
    <w:name w:val="heading 8"/>
    <w:basedOn w:val="Normal"/>
    <w:next w:val="Normal"/>
    <w:qFormat/>
    <w:rsid w:val="00450FFD"/>
    <w:pPr>
      <w:widowControl w:val="0"/>
      <w:numPr>
        <w:ilvl w:val="7"/>
        <w:numId w:val="18"/>
      </w:numPr>
      <w:overflowPunct w:val="0"/>
      <w:spacing w:before="240"/>
      <w:textAlignment w:val="baseline"/>
      <w:outlineLvl w:val="7"/>
    </w:pPr>
    <w:rPr>
      <w:i/>
    </w:rPr>
  </w:style>
  <w:style w:type="paragraph" w:styleId="Heading9">
    <w:name w:val="heading 9"/>
    <w:basedOn w:val="Normal"/>
    <w:next w:val="Normal"/>
    <w:qFormat/>
    <w:rsid w:val="00450FFD"/>
    <w:pPr>
      <w:widowControl w:val="0"/>
      <w:numPr>
        <w:ilvl w:val="8"/>
        <w:numId w:val="18"/>
      </w:numPr>
      <w:overflowPunct w:val="0"/>
      <w:spacing w:before="240" w:after="60"/>
      <w:textAlignment w:val="baseline"/>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B0337"/>
    <w:rPr>
      <w:rFonts w:ascii="Tahoma" w:hAnsi="Tahoma" w:cs="Tahoma"/>
      <w:sz w:val="16"/>
      <w:szCs w:val="16"/>
    </w:rPr>
  </w:style>
  <w:style w:type="character" w:customStyle="1" w:styleId="BalloonTextChar">
    <w:name w:val="Balloon Text Char"/>
    <w:basedOn w:val="DefaultParagraphFont"/>
    <w:link w:val="BalloonText"/>
    <w:rsid w:val="004B0337"/>
    <w:rPr>
      <w:rFonts w:ascii="Tahoma" w:hAnsi="Tahoma" w:cs="Tahoma"/>
      <w:sz w:val="16"/>
      <w:szCs w:val="16"/>
    </w:rPr>
  </w:style>
  <w:style w:type="paragraph" w:styleId="Header">
    <w:name w:val="header"/>
    <w:basedOn w:val="Normal"/>
    <w:link w:val="HeaderChar"/>
    <w:uiPriority w:val="99"/>
    <w:rsid w:val="006E4094"/>
    <w:pPr>
      <w:widowControl w:val="0"/>
      <w:tabs>
        <w:tab w:val="center" w:pos="4320"/>
        <w:tab w:val="right" w:pos="8640"/>
      </w:tabs>
      <w:overflowPunct w:val="0"/>
      <w:spacing w:line="480" w:lineRule="exact"/>
      <w:textAlignment w:val="baseline"/>
    </w:pPr>
  </w:style>
  <w:style w:type="paragraph" w:customStyle="1" w:styleId="CourtName">
    <w:name w:val="CourtName"/>
    <w:basedOn w:val="Normal"/>
    <w:rsid w:val="006E4094"/>
    <w:pPr>
      <w:widowControl w:val="0"/>
      <w:spacing w:line="480" w:lineRule="exact"/>
      <w:jc w:val="center"/>
    </w:pPr>
  </w:style>
  <w:style w:type="paragraph" w:styleId="Footer">
    <w:name w:val="footer"/>
    <w:basedOn w:val="Normal"/>
    <w:rsid w:val="006E4094"/>
    <w:pPr>
      <w:widowControl w:val="0"/>
      <w:tabs>
        <w:tab w:val="center" w:pos="4320"/>
        <w:tab w:val="right" w:pos="8640"/>
      </w:tabs>
      <w:spacing w:line="480" w:lineRule="exact"/>
    </w:pPr>
  </w:style>
  <w:style w:type="character" w:styleId="FootnoteReference">
    <w:name w:val="footnote reference"/>
    <w:basedOn w:val="DefaultParagraphFont"/>
    <w:semiHidden/>
    <w:rsid w:val="006E4094"/>
    <w:rPr>
      <w:vertAlign w:val="superscript"/>
    </w:rPr>
  </w:style>
  <w:style w:type="paragraph" w:styleId="FootnoteText">
    <w:name w:val="footnote text"/>
    <w:basedOn w:val="Normal"/>
    <w:semiHidden/>
    <w:rsid w:val="006E4094"/>
    <w:pPr>
      <w:widowControl w:val="0"/>
      <w:spacing w:after="240" w:line="240" w:lineRule="exact"/>
      <w:ind w:left="720" w:hanging="720"/>
    </w:pPr>
  </w:style>
  <w:style w:type="paragraph" w:customStyle="1" w:styleId="LineNumbers">
    <w:name w:val="LineNumbers"/>
    <w:basedOn w:val="Normal"/>
    <w:rsid w:val="006E4094"/>
    <w:pPr>
      <w:widowControl w:val="0"/>
      <w:spacing w:line="483" w:lineRule="exact"/>
      <w:jc w:val="right"/>
    </w:pPr>
    <w:rPr>
      <w:rFonts w:ascii="CG Times (WN)" w:hAnsi="CG Times (WN)"/>
    </w:rPr>
  </w:style>
  <w:style w:type="character" w:styleId="PageNumber">
    <w:name w:val="page number"/>
    <w:basedOn w:val="DefaultParagraphFont"/>
    <w:rsid w:val="006E4094"/>
  </w:style>
  <w:style w:type="paragraph" w:customStyle="1" w:styleId="quote-pld">
    <w:name w:val="quote-pld"/>
    <w:basedOn w:val="Normal"/>
    <w:rsid w:val="006E4094"/>
    <w:pPr>
      <w:widowControl w:val="0"/>
      <w:spacing w:line="240" w:lineRule="exact"/>
      <w:ind w:left="1440" w:right="1440"/>
    </w:pPr>
  </w:style>
  <w:style w:type="paragraph" w:customStyle="1" w:styleId="Preformatted">
    <w:name w:val="Preformatted"/>
    <w:basedOn w:val="Normal"/>
    <w:rsid w:val="006E409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quote-letter">
    <w:name w:val="quote-letter"/>
    <w:basedOn w:val="Normal"/>
    <w:rsid w:val="006E4094"/>
    <w:pPr>
      <w:widowControl w:val="0"/>
      <w:ind w:left="1440" w:right="1440"/>
    </w:pPr>
  </w:style>
  <w:style w:type="paragraph" w:customStyle="1" w:styleId="Normal2">
    <w:name w:val="Normal2"/>
    <w:basedOn w:val="Normal"/>
    <w:autoRedefine/>
    <w:rsid w:val="006E4094"/>
    <w:pPr>
      <w:spacing w:line="480" w:lineRule="exact"/>
      <w:ind w:firstLine="720"/>
    </w:pPr>
  </w:style>
  <w:style w:type="paragraph" w:styleId="EnvelopeAddress">
    <w:name w:val="envelope address"/>
    <w:basedOn w:val="Normal"/>
    <w:rsid w:val="006E4094"/>
    <w:pPr>
      <w:framePr w:w="7920" w:h="1980" w:hRule="exact" w:hSpace="180" w:wrap="auto" w:hAnchor="page" w:xAlign="center" w:yAlign="bottom"/>
      <w:ind w:left="2880"/>
    </w:pPr>
  </w:style>
  <w:style w:type="paragraph" w:styleId="EnvelopeReturn">
    <w:name w:val="envelope return"/>
    <w:basedOn w:val="Normal"/>
    <w:rsid w:val="006E4094"/>
  </w:style>
  <w:style w:type="paragraph" w:styleId="NormalWeb">
    <w:name w:val="Normal (Web)"/>
    <w:basedOn w:val="Normal"/>
    <w:link w:val="NormalWebChar"/>
    <w:uiPriority w:val="99"/>
    <w:unhideWhenUsed/>
    <w:rsid w:val="00FA6A10"/>
    <w:pPr>
      <w:autoSpaceDE/>
      <w:autoSpaceDN/>
      <w:adjustRightInd/>
      <w:spacing w:before="100" w:beforeAutospacing="1" w:after="100" w:afterAutospacing="1"/>
      <w:jc w:val="center"/>
    </w:pPr>
    <w:rPr>
      <w:rFonts w:eastAsiaTheme="minorHAnsi"/>
      <w:sz w:val="24"/>
      <w:szCs w:val="24"/>
    </w:rPr>
  </w:style>
  <w:style w:type="table" w:styleId="TableGrid">
    <w:name w:val="Table Grid"/>
    <w:basedOn w:val="TableNormal"/>
    <w:rsid w:val="00B75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ReleaseText">
    <w:name w:val="Press Release Text"/>
    <w:basedOn w:val="Normal"/>
    <w:qFormat/>
    <w:rsid w:val="00450FFD"/>
    <w:pPr>
      <w:tabs>
        <w:tab w:val="left" w:pos="5040"/>
        <w:tab w:val="left" w:pos="7920"/>
        <w:tab w:val="right" w:pos="9360"/>
      </w:tabs>
      <w:spacing w:before="100" w:beforeAutospacing="1" w:after="100" w:afterAutospacing="1" w:line="288" w:lineRule="auto"/>
    </w:pPr>
    <w:rPr>
      <w:rFonts w:ascii="Georgia" w:hAnsi="Georgia"/>
      <w:sz w:val="22"/>
      <w:szCs w:val="22"/>
    </w:rPr>
  </w:style>
  <w:style w:type="character" w:customStyle="1" w:styleId="SYSHYPERTEXT">
    <w:name w:val="SYS_HYPERTEXT"/>
    <w:uiPriority w:val="99"/>
    <w:rsid w:val="00965838"/>
    <w:rPr>
      <w:color w:val="0000FF"/>
      <w:u w:val="single"/>
    </w:rPr>
  </w:style>
  <w:style w:type="character" w:styleId="Hyperlink">
    <w:name w:val="Hyperlink"/>
    <w:basedOn w:val="DefaultParagraphFont"/>
    <w:rsid w:val="008F2005"/>
    <w:rPr>
      <w:color w:val="0000FF" w:themeColor="hyperlink"/>
      <w:u w:val="single"/>
    </w:rPr>
  </w:style>
  <w:style w:type="paragraph" w:styleId="BodyText">
    <w:name w:val="Body Text"/>
    <w:basedOn w:val="Normal"/>
    <w:link w:val="BodyTextChar"/>
    <w:uiPriority w:val="99"/>
    <w:unhideWhenUsed/>
    <w:rsid w:val="001871B1"/>
    <w:pPr>
      <w:autoSpaceDE/>
      <w:autoSpaceDN/>
      <w:adjustRightInd/>
      <w:spacing w:before="240"/>
      <w:ind w:firstLine="720"/>
    </w:pPr>
    <w:rPr>
      <w:rFonts w:eastAsiaTheme="minorHAnsi"/>
      <w:sz w:val="24"/>
      <w:szCs w:val="24"/>
    </w:rPr>
  </w:style>
  <w:style w:type="character" w:customStyle="1" w:styleId="BodyTextChar">
    <w:name w:val="Body Text Char"/>
    <w:basedOn w:val="DefaultParagraphFont"/>
    <w:link w:val="BodyText"/>
    <w:uiPriority w:val="99"/>
    <w:rsid w:val="001871B1"/>
    <w:rPr>
      <w:rFonts w:eastAsiaTheme="minorHAnsi"/>
      <w:sz w:val="24"/>
      <w:szCs w:val="24"/>
    </w:rPr>
  </w:style>
  <w:style w:type="character" w:customStyle="1" w:styleId="HeaderChar">
    <w:name w:val="Header Char"/>
    <w:basedOn w:val="DefaultParagraphFont"/>
    <w:link w:val="Header"/>
    <w:uiPriority w:val="99"/>
    <w:rsid w:val="006F440B"/>
  </w:style>
  <w:style w:type="paragraph" w:customStyle="1" w:styleId="Pressreleaseheader">
    <w:name w:val="Press release header"/>
    <w:basedOn w:val="NormalWeb"/>
    <w:link w:val="PressreleaseheaderChar"/>
    <w:qFormat/>
    <w:rsid w:val="00450FFD"/>
    <w:pPr>
      <w:tabs>
        <w:tab w:val="right" w:pos="9360"/>
      </w:tabs>
      <w:spacing w:before="0" w:beforeAutospacing="0" w:after="0" w:afterAutospacing="0"/>
    </w:pPr>
    <w:rPr>
      <w:rFonts w:ascii="Verdana" w:hAnsi="Verdana"/>
    </w:rPr>
  </w:style>
  <w:style w:type="paragraph" w:customStyle="1" w:styleId="PRHEADLINE">
    <w:name w:val="PR HEADLINE"/>
    <w:basedOn w:val="Normal"/>
    <w:link w:val="PRHEADLINEChar"/>
    <w:qFormat/>
    <w:rsid w:val="00450FFD"/>
    <w:pPr>
      <w:spacing w:line="288" w:lineRule="auto"/>
      <w:jc w:val="center"/>
    </w:pPr>
    <w:rPr>
      <w:rFonts w:ascii="Verdana" w:hAnsi="Verdana"/>
      <w:b/>
      <w:sz w:val="21"/>
      <w:szCs w:val="21"/>
      <w:u w:val="single"/>
      <w:lang w:val="en-CA"/>
    </w:rPr>
  </w:style>
  <w:style w:type="character" w:customStyle="1" w:styleId="NormalWebChar">
    <w:name w:val="Normal (Web) Char"/>
    <w:basedOn w:val="DefaultParagraphFont"/>
    <w:link w:val="NormalWeb"/>
    <w:uiPriority w:val="99"/>
    <w:rsid w:val="00B63BFD"/>
    <w:rPr>
      <w:rFonts w:eastAsiaTheme="minorHAnsi"/>
      <w:sz w:val="24"/>
      <w:szCs w:val="24"/>
    </w:rPr>
  </w:style>
  <w:style w:type="character" w:customStyle="1" w:styleId="PressreleaseheaderChar">
    <w:name w:val="Press release header Char"/>
    <w:basedOn w:val="NormalWebChar"/>
    <w:link w:val="Pressreleaseheader"/>
    <w:rsid w:val="00450FFD"/>
    <w:rPr>
      <w:rFonts w:ascii="Verdana" w:eastAsiaTheme="minorHAnsi" w:hAnsi="Verdana"/>
      <w:sz w:val="24"/>
      <w:szCs w:val="24"/>
    </w:rPr>
  </w:style>
  <w:style w:type="paragraph" w:customStyle="1" w:styleId="PRTEXT">
    <w:name w:val="PR TEXT"/>
    <w:basedOn w:val="PRHEADLINE"/>
    <w:link w:val="PRTEXTChar"/>
    <w:qFormat/>
    <w:rsid w:val="00450FFD"/>
    <w:pPr>
      <w:ind w:firstLine="720"/>
      <w:jc w:val="left"/>
    </w:pPr>
    <w:rPr>
      <w:b w:val="0"/>
    </w:rPr>
  </w:style>
  <w:style w:type="character" w:customStyle="1" w:styleId="PRHEADLINEChar">
    <w:name w:val="PR HEADLINE Char"/>
    <w:basedOn w:val="DefaultParagraphFont"/>
    <w:link w:val="PRHEADLINE"/>
    <w:rsid w:val="00450FFD"/>
    <w:rPr>
      <w:rFonts w:ascii="Verdana" w:hAnsi="Verdana"/>
      <w:b/>
      <w:sz w:val="21"/>
      <w:szCs w:val="21"/>
      <w:u w:val="single"/>
      <w:lang w:val="en-CA"/>
    </w:rPr>
  </w:style>
  <w:style w:type="character" w:customStyle="1" w:styleId="PRTEXTChar">
    <w:name w:val="PR TEXT Char"/>
    <w:basedOn w:val="PRHEADLINEChar"/>
    <w:link w:val="PRTEXT"/>
    <w:rsid w:val="00450FFD"/>
    <w:rPr>
      <w:rFonts w:ascii="Verdana" w:hAnsi="Verdana"/>
      <w:b w:val="0"/>
      <w:sz w:val="21"/>
      <w:szCs w:val="21"/>
      <w:u w:val="single"/>
      <w:lang w:val="en-CA"/>
    </w:rPr>
  </w:style>
  <w:style w:type="paragraph" w:customStyle="1" w:styleId="Text">
    <w:name w:val="Text"/>
    <w:basedOn w:val="Normal"/>
    <w:link w:val="TextChar"/>
    <w:rsid w:val="00314E74"/>
    <w:pPr>
      <w:autoSpaceDE/>
      <w:autoSpaceDN/>
      <w:adjustRightInd/>
      <w:spacing w:after="220" w:line="336" w:lineRule="auto"/>
    </w:pPr>
    <w:rPr>
      <w:rFonts w:ascii="Century Gothic" w:hAnsi="Century Gothic"/>
      <w:sz w:val="18"/>
      <w:szCs w:val="18"/>
    </w:rPr>
  </w:style>
  <w:style w:type="character" w:customStyle="1" w:styleId="TextChar">
    <w:name w:val="Text Char"/>
    <w:basedOn w:val="DefaultParagraphFont"/>
    <w:link w:val="Text"/>
    <w:rsid w:val="00314E74"/>
    <w:rPr>
      <w:rFonts w:ascii="Century Gothic" w:hAnsi="Century Gothic"/>
      <w:sz w:val="18"/>
      <w:szCs w:val="18"/>
    </w:rPr>
  </w:style>
  <w:style w:type="paragraph" w:customStyle="1" w:styleId="APRText">
    <w:name w:val="A PR Text"/>
    <w:basedOn w:val="Text"/>
    <w:link w:val="APRTextChar"/>
    <w:qFormat/>
    <w:rsid w:val="00D449CB"/>
    <w:pPr>
      <w:spacing w:after="0" w:line="288" w:lineRule="auto"/>
      <w:ind w:firstLine="720"/>
    </w:pPr>
    <w:rPr>
      <w:rFonts w:ascii="Verdana" w:hAnsi="Verdana"/>
      <w:sz w:val="20"/>
    </w:rPr>
  </w:style>
  <w:style w:type="paragraph" w:customStyle="1" w:styleId="ContactInformation">
    <w:name w:val="Contact Information"/>
    <w:basedOn w:val="Normal"/>
    <w:link w:val="ContactInformationChar"/>
    <w:rsid w:val="00314E74"/>
    <w:pPr>
      <w:autoSpaceDE/>
      <w:autoSpaceDN/>
      <w:adjustRightInd/>
      <w:spacing w:line="180" w:lineRule="exact"/>
    </w:pPr>
    <w:rPr>
      <w:rFonts w:ascii="Century Gothic" w:hAnsi="Century Gothic"/>
      <w:color w:val="2A5A78"/>
      <w:spacing w:val="-5"/>
      <w:sz w:val="16"/>
    </w:rPr>
  </w:style>
  <w:style w:type="character" w:customStyle="1" w:styleId="APRTextChar">
    <w:name w:val="A PR Text Char"/>
    <w:basedOn w:val="TextChar"/>
    <w:link w:val="APRText"/>
    <w:rsid w:val="00D449CB"/>
    <w:rPr>
      <w:rFonts w:ascii="Verdana" w:hAnsi="Verdana"/>
      <w:sz w:val="18"/>
      <w:szCs w:val="18"/>
    </w:rPr>
  </w:style>
  <w:style w:type="paragraph" w:customStyle="1" w:styleId="APRHeader">
    <w:name w:val="A PR Header"/>
    <w:basedOn w:val="ContactInformation"/>
    <w:link w:val="APRHeaderChar"/>
    <w:qFormat/>
    <w:rsid w:val="00F96E26"/>
    <w:pPr>
      <w:tabs>
        <w:tab w:val="right" w:pos="9072"/>
      </w:tabs>
    </w:pPr>
  </w:style>
  <w:style w:type="paragraph" w:customStyle="1" w:styleId="APRTitle">
    <w:name w:val="A PR Title"/>
    <w:basedOn w:val="PRHEADLINE"/>
    <w:link w:val="APRTitleChar"/>
    <w:qFormat/>
    <w:rsid w:val="00D449CB"/>
    <w:pPr>
      <w:spacing w:before="120" w:after="120" w:line="240" w:lineRule="auto"/>
    </w:pPr>
    <w:rPr>
      <w:rFonts w:ascii="Century Gothic" w:hAnsi="Century Gothic"/>
      <w:color w:val="2A5A78"/>
      <w:sz w:val="24"/>
      <w:szCs w:val="28"/>
    </w:rPr>
  </w:style>
  <w:style w:type="character" w:customStyle="1" w:styleId="ContactInformationChar">
    <w:name w:val="Contact Information Char"/>
    <w:basedOn w:val="DefaultParagraphFont"/>
    <w:link w:val="ContactInformation"/>
    <w:rsid w:val="00314E74"/>
    <w:rPr>
      <w:rFonts w:ascii="Century Gothic" w:hAnsi="Century Gothic"/>
      <w:color w:val="2A5A78"/>
      <w:spacing w:val="-5"/>
      <w:sz w:val="16"/>
    </w:rPr>
  </w:style>
  <w:style w:type="character" w:customStyle="1" w:styleId="APRHeaderChar">
    <w:name w:val="A PR Header Char"/>
    <w:basedOn w:val="ContactInformationChar"/>
    <w:link w:val="APRHeader"/>
    <w:rsid w:val="00F96E26"/>
    <w:rPr>
      <w:rFonts w:ascii="Century Gothic" w:hAnsi="Century Gothic"/>
      <w:color w:val="2A5A78"/>
      <w:spacing w:val="-5"/>
      <w:sz w:val="16"/>
    </w:rPr>
  </w:style>
  <w:style w:type="paragraph" w:customStyle="1" w:styleId="Subhead">
    <w:name w:val="Subhead"/>
    <w:basedOn w:val="Normal"/>
    <w:link w:val="SubheadChar"/>
    <w:rsid w:val="00314E74"/>
    <w:pPr>
      <w:autoSpaceDE/>
      <w:autoSpaceDN/>
      <w:adjustRightInd/>
      <w:spacing w:after="600"/>
    </w:pPr>
    <w:rPr>
      <w:rFonts w:ascii="Century Gothic" w:hAnsi="Century Gothic"/>
      <w:i/>
      <w:color w:val="2A5A78"/>
      <w:spacing w:val="-5"/>
      <w:sz w:val="22"/>
    </w:rPr>
  </w:style>
  <w:style w:type="character" w:customStyle="1" w:styleId="APRTitleChar">
    <w:name w:val="A PR Title Char"/>
    <w:basedOn w:val="PRHEADLINEChar"/>
    <w:link w:val="APRTitle"/>
    <w:rsid w:val="00D449CB"/>
    <w:rPr>
      <w:rFonts w:ascii="Century Gothic" w:hAnsi="Century Gothic"/>
      <w:b/>
      <w:color w:val="2A5A78"/>
      <w:sz w:val="24"/>
      <w:szCs w:val="28"/>
      <w:u w:val="single"/>
      <w:lang w:val="en-CA"/>
    </w:rPr>
  </w:style>
  <w:style w:type="paragraph" w:customStyle="1" w:styleId="APRsubtitle">
    <w:name w:val="A PR subtitle"/>
    <w:basedOn w:val="Subhead"/>
    <w:link w:val="APRsubtitleChar"/>
    <w:qFormat/>
    <w:rsid w:val="00D449CB"/>
    <w:pPr>
      <w:spacing w:after="120"/>
      <w:jc w:val="center"/>
    </w:pPr>
    <w:rPr>
      <w:b/>
    </w:rPr>
  </w:style>
  <w:style w:type="character" w:customStyle="1" w:styleId="SubheadChar">
    <w:name w:val="Subhead Char"/>
    <w:basedOn w:val="DefaultParagraphFont"/>
    <w:link w:val="Subhead"/>
    <w:rsid w:val="00314E74"/>
    <w:rPr>
      <w:rFonts w:ascii="Century Gothic" w:hAnsi="Century Gothic"/>
      <w:i/>
      <w:color w:val="2A5A78"/>
      <w:spacing w:val="-5"/>
      <w:sz w:val="22"/>
    </w:rPr>
  </w:style>
  <w:style w:type="character" w:customStyle="1" w:styleId="APRsubtitleChar">
    <w:name w:val="A PR subtitle Char"/>
    <w:basedOn w:val="SubheadChar"/>
    <w:link w:val="APRsubtitle"/>
    <w:rsid w:val="00D449CB"/>
    <w:rPr>
      <w:rFonts w:ascii="Century Gothic" w:hAnsi="Century Gothic"/>
      <w:b/>
      <w:i/>
      <w:color w:val="2A5A78"/>
      <w:spacing w:val="-5"/>
      <w:sz w:val="22"/>
    </w:rPr>
  </w:style>
  <w:style w:type="paragraph" w:customStyle="1" w:styleId="Style1">
    <w:name w:val="Style1"/>
    <w:basedOn w:val="APRsubtitle"/>
    <w:link w:val="Style1Char"/>
    <w:qFormat/>
    <w:rsid w:val="00025F06"/>
    <w:pPr>
      <w:spacing w:before="240"/>
    </w:pPr>
  </w:style>
  <w:style w:type="character" w:customStyle="1" w:styleId="Style1Char">
    <w:name w:val="Style1 Char"/>
    <w:basedOn w:val="APRsubtitleChar"/>
    <w:link w:val="Style1"/>
    <w:rsid w:val="00025F06"/>
    <w:rPr>
      <w:rFonts w:ascii="Century Gothic" w:hAnsi="Century Gothic"/>
      <w:b/>
      <w:i/>
      <w:color w:val="2A5A78"/>
      <w:spacing w:val="-5"/>
      <w:sz w:val="22"/>
    </w:rPr>
  </w:style>
  <w:style w:type="paragraph" w:customStyle="1" w:styleId="aprheading">
    <w:name w:val="a pr heading"/>
    <w:basedOn w:val="APRsubtitle"/>
    <w:link w:val="aprheadingChar"/>
    <w:qFormat/>
    <w:rsid w:val="00025F06"/>
    <w:pPr>
      <w:spacing w:before="240"/>
    </w:pPr>
    <w:rPr>
      <w:b w:val="0"/>
    </w:rPr>
  </w:style>
  <w:style w:type="character" w:customStyle="1" w:styleId="aprheadingChar">
    <w:name w:val="a pr heading Char"/>
    <w:basedOn w:val="APRsubtitleChar"/>
    <w:link w:val="aprheading"/>
    <w:rsid w:val="00025F06"/>
    <w:rPr>
      <w:rFonts w:ascii="Century Gothic" w:hAnsi="Century Gothic"/>
      <w:b w:val="0"/>
      <w:i/>
      <w:color w:val="2A5A78"/>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546609">
      <w:bodyDiv w:val="1"/>
      <w:marLeft w:val="0"/>
      <w:marRight w:val="0"/>
      <w:marTop w:val="0"/>
      <w:marBottom w:val="0"/>
      <w:divBdr>
        <w:top w:val="none" w:sz="0" w:space="0" w:color="auto"/>
        <w:left w:val="none" w:sz="0" w:space="0" w:color="auto"/>
        <w:bottom w:val="none" w:sz="0" w:space="0" w:color="auto"/>
        <w:right w:val="none" w:sz="0" w:space="0" w:color="auto"/>
      </w:divBdr>
    </w:div>
    <w:div w:id="1491747047">
      <w:bodyDiv w:val="1"/>
      <w:marLeft w:val="0"/>
      <w:marRight w:val="0"/>
      <w:marTop w:val="0"/>
      <w:marBottom w:val="0"/>
      <w:divBdr>
        <w:top w:val="none" w:sz="0" w:space="0" w:color="auto"/>
        <w:left w:val="none" w:sz="0" w:space="0" w:color="auto"/>
        <w:bottom w:val="none" w:sz="0" w:space="0" w:color="auto"/>
        <w:right w:val="none" w:sz="0" w:space="0" w:color="auto"/>
      </w:divBdr>
    </w:div>
    <w:div w:id="1569341351">
      <w:bodyDiv w:val="1"/>
      <w:marLeft w:val="0"/>
      <w:marRight w:val="0"/>
      <w:marTop w:val="0"/>
      <w:marBottom w:val="0"/>
      <w:divBdr>
        <w:top w:val="none" w:sz="0" w:space="0" w:color="auto"/>
        <w:left w:val="none" w:sz="0" w:space="0" w:color="auto"/>
        <w:bottom w:val="none" w:sz="0" w:space="0" w:color="auto"/>
        <w:right w:val="none" w:sz="0" w:space="0" w:color="auto"/>
      </w:divBdr>
    </w:div>
    <w:div w:id="161443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orwood\Desktop\Press%20rele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 release template.dotx</Template>
  <TotalTime>4</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Attorneys Offices</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LHorwood</dc:creator>
  <cp:lastModifiedBy>LHorwood</cp:lastModifiedBy>
  <cp:revision>5</cp:revision>
  <cp:lastPrinted>2015-05-11T23:13:00Z</cp:lastPrinted>
  <dcterms:created xsi:type="dcterms:W3CDTF">2015-05-12T16:04:00Z</dcterms:created>
  <dcterms:modified xsi:type="dcterms:W3CDTF">2015-05-12T16:08:00Z</dcterms:modified>
</cp:coreProperties>
</file>